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EED8B" w14:textId="524078B3" w:rsidR="0088490E" w:rsidRPr="00137110" w:rsidRDefault="0088490E" w:rsidP="00CD3AE6">
      <w:pPr>
        <w:rPr>
          <w:b/>
          <w:caps/>
          <w:color w:val="000000" w:themeColor="text1"/>
        </w:rPr>
      </w:pPr>
      <w:r w:rsidRPr="00137110">
        <w:rPr>
          <w:b/>
          <w:color w:val="000000" w:themeColor="text1"/>
        </w:rPr>
        <w:t xml:space="preserve">ANEXA 5: Domeniul </w:t>
      </w:r>
      <w:r w:rsidRPr="00137110">
        <w:rPr>
          <w:b/>
          <w:caps/>
          <w:color w:val="000000" w:themeColor="text1"/>
        </w:rPr>
        <w:t>Industrie TEXTIL</w:t>
      </w:r>
      <w:r w:rsidR="00254DA1" w:rsidRPr="00137110">
        <w:rPr>
          <w:b/>
          <w:caps/>
          <w:color w:val="000000" w:themeColor="text1"/>
        </w:rPr>
        <w:t>Ă</w:t>
      </w:r>
      <w:r w:rsidRPr="00137110">
        <w:rPr>
          <w:b/>
          <w:caps/>
          <w:color w:val="000000" w:themeColor="text1"/>
        </w:rPr>
        <w:t xml:space="preserve"> </w:t>
      </w:r>
      <w:r w:rsidR="00254DA1" w:rsidRPr="00137110">
        <w:rPr>
          <w:b/>
          <w:caps/>
          <w:color w:val="000000" w:themeColor="text1"/>
        </w:rPr>
        <w:t>Ș</w:t>
      </w:r>
      <w:r w:rsidRPr="00137110">
        <w:rPr>
          <w:b/>
          <w:caps/>
          <w:color w:val="000000" w:themeColor="text1"/>
        </w:rPr>
        <w:t>I PIEL</w:t>
      </w:r>
      <w:r w:rsidR="00254DA1" w:rsidRPr="00137110">
        <w:rPr>
          <w:b/>
          <w:caps/>
          <w:color w:val="000000" w:themeColor="text1"/>
        </w:rPr>
        <w:t>Ă</w:t>
      </w:r>
      <w:r w:rsidRPr="00137110">
        <w:rPr>
          <w:b/>
          <w:caps/>
          <w:color w:val="000000" w:themeColor="text1"/>
        </w:rPr>
        <w:t xml:space="preserve">RIE </w:t>
      </w:r>
    </w:p>
    <w:p w14:paraId="27788191" w14:textId="77777777" w:rsidR="00AF0F02" w:rsidRPr="00137110" w:rsidRDefault="00AF0F02" w:rsidP="00CD3AE6">
      <w:pPr>
        <w:rPr>
          <w:b/>
          <w:caps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6"/>
        <w:gridCol w:w="1347"/>
        <w:gridCol w:w="1878"/>
        <w:gridCol w:w="3732"/>
        <w:gridCol w:w="609"/>
      </w:tblGrid>
      <w:tr w:rsidR="00137110" w:rsidRPr="00137110" w14:paraId="24310ECF" w14:textId="77777777" w:rsidTr="00CD3AE6">
        <w:trPr>
          <w:trHeight w:val="20"/>
          <w:tblHeader/>
        </w:trPr>
        <w:tc>
          <w:tcPr>
            <w:tcW w:w="1496" w:type="dxa"/>
            <w:shd w:val="clear" w:color="auto" w:fill="EDEDED" w:themeFill="accent3" w:themeFillTint="33"/>
            <w:vAlign w:val="center"/>
            <w:hideMark/>
          </w:tcPr>
          <w:p w14:paraId="32C213FC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Nivel</w:t>
            </w:r>
          </w:p>
        </w:tc>
        <w:tc>
          <w:tcPr>
            <w:tcW w:w="1347" w:type="dxa"/>
            <w:shd w:val="clear" w:color="auto" w:fill="EDEDED" w:themeFill="accent3" w:themeFillTint="33"/>
            <w:vAlign w:val="center"/>
            <w:hideMark/>
          </w:tcPr>
          <w:p w14:paraId="5A856CDB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Domeniul</w:t>
            </w:r>
          </w:p>
        </w:tc>
        <w:tc>
          <w:tcPr>
            <w:tcW w:w="1878" w:type="dxa"/>
            <w:shd w:val="clear" w:color="auto" w:fill="EDEDED" w:themeFill="accent3" w:themeFillTint="33"/>
            <w:vAlign w:val="center"/>
            <w:hideMark/>
          </w:tcPr>
          <w:p w14:paraId="4BAE043F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3732" w:type="dxa"/>
            <w:shd w:val="clear" w:color="auto" w:fill="EDEDED" w:themeFill="accent3" w:themeFillTint="33"/>
            <w:vAlign w:val="center"/>
            <w:hideMark/>
          </w:tcPr>
          <w:p w14:paraId="6DE5B3EF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609" w:type="dxa"/>
            <w:vMerge w:val="restart"/>
            <w:shd w:val="clear" w:color="auto" w:fill="EDEDED" w:themeFill="accent3" w:themeFillTint="33"/>
            <w:vAlign w:val="center"/>
            <w:hideMark/>
          </w:tcPr>
          <w:p w14:paraId="2034C9DE" w14:textId="77777777" w:rsidR="00514A62" w:rsidRPr="00137110" w:rsidRDefault="00514A62" w:rsidP="00AF0F02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Nr. crt.</w:t>
            </w:r>
          </w:p>
        </w:tc>
      </w:tr>
      <w:tr w:rsidR="00137110" w:rsidRPr="00137110" w14:paraId="7B09C4B1" w14:textId="77777777" w:rsidTr="00CD3AE6">
        <w:trPr>
          <w:trHeight w:val="20"/>
          <w:tblHeader/>
        </w:trPr>
        <w:tc>
          <w:tcPr>
            <w:tcW w:w="1496" w:type="dxa"/>
            <w:shd w:val="clear" w:color="auto" w:fill="EDEDED" w:themeFill="accent3" w:themeFillTint="33"/>
            <w:vAlign w:val="center"/>
            <w:hideMark/>
          </w:tcPr>
          <w:p w14:paraId="0911E7C8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Liceu</w:t>
            </w:r>
          </w:p>
        </w:tc>
        <w:tc>
          <w:tcPr>
            <w:tcW w:w="1347" w:type="dxa"/>
            <w:shd w:val="clear" w:color="auto" w:fill="EDEDED" w:themeFill="accent3" w:themeFillTint="33"/>
            <w:vAlign w:val="center"/>
            <w:hideMark/>
          </w:tcPr>
          <w:p w14:paraId="0EF58933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5. Industrie textilă și pielărie</w:t>
            </w:r>
          </w:p>
        </w:tc>
        <w:tc>
          <w:tcPr>
            <w:tcW w:w="1878" w:type="dxa"/>
            <w:shd w:val="clear" w:color="auto" w:fill="EDEDED" w:themeFill="accent3" w:themeFillTint="33"/>
            <w:vAlign w:val="center"/>
            <w:hideMark/>
          </w:tcPr>
          <w:p w14:paraId="7C9D1D13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5.1. Textile/ Filatură și țesătorie, finisaj textil</w:t>
            </w:r>
          </w:p>
        </w:tc>
        <w:tc>
          <w:tcPr>
            <w:tcW w:w="3732" w:type="dxa"/>
            <w:shd w:val="clear" w:color="auto" w:fill="EDEDED" w:themeFill="accent3" w:themeFillTint="33"/>
            <w:vAlign w:val="center"/>
            <w:hideMark/>
          </w:tcPr>
          <w:p w14:paraId="327160E8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ANEXA 5.1</w:t>
            </w:r>
          </w:p>
        </w:tc>
        <w:tc>
          <w:tcPr>
            <w:tcW w:w="609" w:type="dxa"/>
            <w:vMerge/>
            <w:shd w:val="clear" w:color="auto" w:fill="EDEDED" w:themeFill="accent3" w:themeFillTint="33"/>
            <w:vAlign w:val="center"/>
            <w:hideMark/>
          </w:tcPr>
          <w:p w14:paraId="429F79A0" w14:textId="451EACCE" w:rsidR="00514A62" w:rsidRPr="00137110" w:rsidRDefault="00514A62" w:rsidP="00AF0F02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137110" w:rsidRPr="00137110" w14:paraId="7E6566EE" w14:textId="77777777" w:rsidTr="00CD3AE6">
        <w:trPr>
          <w:trHeight w:val="20"/>
        </w:trPr>
        <w:tc>
          <w:tcPr>
            <w:tcW w:w="1496" w:type="dxa"/>
            <w:vMerge w:val="restart"/>
            <w:hideMark/>
          </w:tcPr>
          <w:p w14:paraId="40CBA4C6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1347" w:type="dxa"/>
            <w:vMerge w:val="restart"/>
            <w:hideMark/>
          </w:tcPr>
          <w:p w14:paraId="5F7D1E1D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1878" w:type="dxa"/>
            <w:vMerge w:val="restart"/>
            <w:hideMark/>
          </w:tcPr>
          <w:p w14:paraId="5DF924BC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3732" w:type="dxa"/>
            <w:hideMark/>
          </w:tcPr>
          <w:p w14:paraId="3A033735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Analize de laborator în industria textilă și pielărie</w:t>
            </w:r>
          </w:p>
        </w:tc>
        <w:tc>
          <w:tcPr>
            <w:tcW w:w="609" w:type="dxa"/>
            <w:hideMark/>
          </w:tcPr>
          <w:p w14:paraId="2869D036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</w:t>
            </w:r>
          </w:p>
        </w:tc>
      </w:tr>
      <w:tr w:rsidR="00137110" w:rsidRPr="00137110" w14:paraId="480305FE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132AA4F6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6072571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3B34431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5EFF4197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Asigurarea calității</w:t>
            </w:r>
          </w:p>
        </w:tc>
        <w:tc>
          <w:tcPr>
            <w:tcW w:w="609" w:type="dxa"/>
            <w:hideMark/>
          </w:tcPr>
          <w:p w14:paraId="01843572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</w:t>
            </w:r>
          </w:p>
        </w:tc>
      </w:tr>
      <w:tr w:rsidR="00137110" w:rsidRPr="00137110" w14:paraId="50C515C7" w14:textId="77777777" w:rsidTr="00CD3AE6">
        <w:trPr>
          <w:trHeight w:val="20"/>
        </w:trPr>
        <w:tc>
          <w:tcPr>
            <w:tcW w:w="1496" w:type="dxa"/>
            <w:vMerge/>
          </w:tcPr>
          <w:p w14:paraId="6711C9B1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</w:tcPr>
          <w:p w14:paraId="30738835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</w:tcPr>
          <w:p w14:paraId="5B3D2B39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54B01EF8" w14:textId="34C92EBB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Curriculum în dezvoltare locală – clasa      a XI-a</w:t>
            </w:r>
          </w:p>
        </w:tc>
        <w:tc>
          <w:tcPr>
            <w:tcW w:w="609" w:type="dxa"/>
          </w:tcPr>
          <w:p w14:paraId="03A0F434" w14:textId="3351B9D5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3</w:t>
            </w:r>
          </w:p>
        </w:tc>
      </w:tr>
      <w:tr w:rsidR="00137110" w:rsidRPr="00137110" w14:paraId="7585EEEF" w14:textId="77777777" w:rsidTr="00137110">
        <w:trPr>
          <w:trHeight w:val="20"/>
        </w:trPr>
        <w:tc>
          <w:tcPr>
            <w:tcW w:w="1496" w:type="dxa"/>
            <w:vMerge/>
            <w:hideMark/>
          </w:tcPr>
          <w:p w14:paraId="3709C83A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0D532E0B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4B1A0EB9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41B3A7EC" w14:textId="0587FAF3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Curriculum în dezvoltare locală – clasa      a XII-a</w:t>
            </w:r>
          </w:p>
        </w:tc>
        <w:tc>
          <w:tcPr>
            <w:tcW w:w="609" w:type="dxa"/>
          </w:tcPr>
          <w:p w14:paraId="243DE4F9" w14:textId="6152DF18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4</w:t>
            </w:r>
          </w:p>
        </w:tc>
      </w:tr>
      <w:tr w:rsidR="00137110" w:rsidRPr="00137110" w14:paraId="29059560" w14:textId="77777777" w:rsidTr="00137110">
        <w:trPr>
          <w:trHeight w:val="20"/>
        </w:trPr>
        <w:tc>
          <w:tcPr>
            <w:tcW w:w="1496" w:type="dxa"/>
            <w:vMerge/>
            <w:hideMark/>
          </w:tcPr>
          <w:p w14:paraId="2E2C35CB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71188708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55013963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2B0371FE" w14:textId="4CB2EE8E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Documentația tehnică</w:t>
            </w:r>
          </w:p>
        </w:tc>
        <w:tc>
          <w:tcPr>
            <w:tcW w:w="609" w:type="dxa"/>
          </w:tcPr>
          <w:p w14:paraId="3E38EDBF" w14:textId="66B69196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5</w:t>
            </w:r>
          </w:p>
        </w:tc>
      </w:tr>
      <w:tr w:rsidR="00137110" w:rsidRPr="00137110" w14:paraId="1A4C6A8B" w14:textId="77777777" w:rsidTr="00194784">
        <w:trPr>
          <w:trHeight w:val="20"/>
        </w:trPr>
        <w:tc>
          <w:tcPr>
            <w:tcW w:w="1496" w:type="dxa"/>
            <w:vMerge/>
          </w:tcPr>
          <w:p w14:paraId="42603008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</w:tcPr>
          <w:p w14:paraId="7F1F88F4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</w:tcPr>
          <w:p w14:paraId="77D607FA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68FCEE17" w14:textId="00A009AD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Elemente de design</w:t>
            </w:r>
          </w:p>
        </w:tc>
        <w:tc>
          <w:tcPr>
            <w:tcW w:w="609" w:type="dxa"/>
          </w:tcPr>
          <w:p w14:paraId="4A46D454" w14:textId="04FC10EC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6</w:t>
            </w:r>
          </w:p>
        </w:tc>
      </w:tr>
      <w:tr w:rsidR="00137110" w:rsidRPr="00137110" w14:paraId="7243CA2D" w14:textId="77777777" w:rsidTr="00137110">
        <w:trPr>
          <w:trHeight w:val="20"/>
        </w:trPr>
        <w:tc>
          <w:tcPr>
            <w:tcW w:w="1496" w:type="dxa"/>
            <w:vMerge/>
            <w:hideMark/>
          </w:tcPr>
          <w:p w14:paraId="5640474F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7AFC8DD1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45D98F40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46595BB2" w14:textId="077692DC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Limbaj tehnic grafic</w:t>
            </w:r>
          </w:p>
        </w:tc>
        <w:tc>
          <w:tcPr>
            <w:tcW w:w="609" w:type="dxa"/>
          </w:tcPr>
          <w:p w14:paraId="6D1FA682" w14:textId="5521D0A6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7</w:t>
            </w:r>
          </w:p>
        </w:tc>
      </w:tr>
      <w:tr w:rsidR="00137110" w:rsidRPr="00137110" w14:paraId="5417AFCF" w14:textId="77777777" w:rsidTr="00137110">
        <w:trPr>
          <w:trHeight w:val="20"/>
        </w:trPr>
        <w:tc>
          <w:tcPr>
            <w:tcW w:w="1496" w:type="dxa"/>
            <w:vMerge/>
            <w:hideMark/>
          </w:tcPr>
          <w:p w14:paraId="2DB0116A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5698ED18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43CC868A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1852274A" w14:textId="6AECAA28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Materii prime în industria textilă și pielărie</w:t>
            </w:r>
          </w:p>
        </w:tc>
        <w:tc>
          <w:tcPr>
            <w:tcW w:w="609" w:type="dxa"/>
          </w:tcPr>
          <w:p w14:paraId="22B9FC7B" w14:textId="0D4E62E0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8</w:t>
            </w:r>
          </w:p>
        </w:tc>
      </w:tr>
      <w:tr w:rsidR="00137110" w:rsidRPr="00137110" w14:paraId="5AB9DDA5" w14:textId="77777777" w:rsidTr="00137110">
        <w:trPr>
          <w:trHeight w:val="20"/>
        </w:trPr>
        <w:tc>
          <w:tcPr>
            <w:tcW w:w="1496" w:type="dxa"/>
            <w:vMerge/>
            <w:hideMark/>
          </w:tcPr>
          <w:p w14:paraId="2BC069B9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0FA4A9AA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3B0D8EDD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122E7F4B" w14:textId="329EDAB0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Operații tehnologice din industria textilă și pielărie</w:t>
            </w:r>
          </w:p>
        </w:tc>
        <w:tc>
          <w:tcPr>
            <w:tcW w:w="609" w:type="dxa"/>
          </w:tcPr>
          <w:p w14:paraId="1CD60CE8" w14:textId="1333D470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9</w:t>
            </w:r>
          </w:p>
        </w:tc>
      </w:tr>
      <w:tr w:rsidR="00137110" w:rsidRPr="00137110" w14:paraId="20BDF8B4" w14:textId="77777777" w:rsidTr="00CD3AE6">
        <w:trPr>
          <w:trHeight w:val="20"/>
        </w:trPr>
        <w:tc>
          <w:tcPr>
            <w:tcW w:w="1496" w:type="dxa"/>
            <w:vMerge/>
          </w:tcPr>
          <w:p w14:paraId="7D6923EF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</w:tcPr>
          <w:p w14:paraId="45947A51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</w:tcPr>
          <w:p w14:paraId="6C253DE1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6BC3D360" w14:textId="1338664F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Planificarea activității proprii</w:t>
            </w:r>
          </w:p>
        </w:tc>
        <w:tc>
          <w:tcPr>
            <w:tcW w:w="609" w:type="dxa"/>
          </w:tcPr>
          <w:p w14:paraId="529106C8" w14:textId="466994D8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10</w:t>
            </w:r>
          </w:p>
        </w:tc>
      </w:tr>
      <w:tr w:rsidR="00137110" w:rsidRPr="00137110" w14:paraId="16836A95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2778FA14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71EA3C2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1D7D4928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6A6C4AC9" w14:textId="75B9AC67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Planificarea și organizarea producției</w:t>
            </w:r>
          </w:p>
        </w:tc>
        <w:tc>
          <w:tcPr>
            <w:tcW w:w="609" w:type="dxa"/>
          </w:tcPr>
          <w:p w14:paraId="577DF741" w14:textId="5B7FF93C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11</w:t>
            </w:r>
          </w:p>
        </w:tc>
      </w:tr>
      <w:tr w:rsidR="00137110" w:rsidRPr="00137110" w14:paraId="048EDB18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4A9C942B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73ED1EBE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6AC15927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1686305F" w14:textId="6F17E519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Pregătire practică comasată - Curriculum în dezvoltare locală – clasa a X-a</w:t>
            </w:r>
          </w:p>
        </w:tc>
        <w:tc>
          <w:tcPr>
            <w:tcW w:w="609" w:type="dxa"/>
          </w:tcPr>
          <w:p w14:paraId="34FA6203" w14:textId="578959AC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12</w:t>
            </w:r>
          </w:p>
        </w:tc>
      </w:tr>
      <w:tr w:rsidR="00137110" w:rsidRPr="00137110" w14:paraId="678CAD49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7777DE90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4CA23904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06722E4A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65668C92" w14:textId="02BCEFB0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Proiectarea tiparelor în confecții</w:t>
            </w:r>
          </w:p>
        </w:tc>
        <w:tc>
          <w:tcPr>
            <w:tcW w:w="609" w:type="dxa"/>
          </w:tcPr>
          <w:p w14:paraId="2A2BA604" w14:textId="4B420462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13</w:t>
            </w:r>
          </w:p>
        </w:tc>
      </w:tr>
      <w:tr w:rsidR="00137110" w:rsidRPr="00137110" w14:paraId="76F16F54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1AE0AE73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38913EF4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3728F3ED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3922AA68" w14:textId="2543F34E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Procese tehnologice de confecționare</w:t>
            </w:r>
          </w:p>
        </w:tc>
        <w:tc>
          <w:tcPr>
            <w:tcW w:w="609" w:type="dxa"/>
          </w:tcPr>
          <w:p w14:paraId="01F0336C" w14:textId="3EAF08D5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14</w:t>
            </w:r>
          </w:p>
        </w:tc>
      </w:tr>
      <w:tr w:rsidR="00137110" w:rsidRPr="00137110" w14:paraId="64CECCE2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2748D318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2FD70794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674A73A8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2E43EB65" w14:textId="3AD9ABF0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Procese tehnologice pentru confecționarea produselor vestimentare</w:t>
            </w:r>
          </w:p>
        </w:tc>
        <w:tc>
          <w:tcPr>
            <w:tcW w:w="609" w:type="dxa"/>
          </w:tcPr>
          <w:p w14:paraId="7EAA42BA" w14:textId="5BF29610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15</w:t>
            </w:r>
          </w:p>
        </w:tc>
      </w:tr>
      <w:tr w:rsidR="00137110" w:rsidRPr="00137110" w14:paraId="0C295F39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6C96E8EB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74727202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658CB3A1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61D41FE5" w14:textId="4BA5F44C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Procese tehnologice pentru obținerea produselor textile</w:t>
            </w:r>
          </w:p>
        </w:tc>
        <w:tc>
          <w:tcPr>
            <w:tcW w:w="609" w:type="dxa"/>
          </w:tcPr>
          <w:p w14:paraId="21D8906D" w14:textId="0473D6FB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16</w:t>
            </w:r>
          </w:p>
        </w:tc>
      </w:tr>
      <w:tr w:rsidR="00137110" w:rsidRPr="00137110" w14:paraId="4BC0B7C4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2A36B4F9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0FC96ED4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3DAD8199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4451A878" w14:textId="3899E6D8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Proiectarea firelor, țesăturilor și tricoturilor</w:t>
            </w:r>
          </w:p>
        </w:tc>
        <w:tc>
          <w:tcPr>
            <w:tcW w:w="609" w:type="dxa"/>
          </w:tcPr>
          <w:p w14:paraId="0BB8CDED" w14:textId="6B0B15A0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17</w:t>
            </w:r>
          </w:p>
        </w:tc>
      </w:tr>
      <w:tr w:rsidR="00137110" w:rsidRPr="00137110" w14:paraId="7874546F" w14:textId="77777777" w:rsidTr="00CD3AE6">
        <w:trPr>
          <w:trHeight w:val="20"/>
        </w:trPr>
        <w:tc>
          <w:tcPr>
            <w:tcW w:w="1496" w:type="dxa"/>
            <w:vMerge/>
          </w:tcPr>
          <w:p w14:paraId="304FF623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</w:tcPr>
          <w:p w14:paraId="06A2743D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</w:tcPr>
          <w:p w14:paraId="2151F246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5FC81E0D" w14:textId="0339C124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Sănătatea și securitatea muncii și protecția mediului în industria textilă și pielărie</w:t>
            </w:r>
          </w:p>
        </w:tc>
        <w:tc>
          <w:tcPr>
            <w:tcW w:w="609" w:type="dxa"/>
          </w:tcPr>
          <w:p w14:paraId="1B35C286" w14:textId="23498F0B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18</w:t>
            </w:r>
          </w:p>
        </w:tc>
      </w:tr>
      <w:tr w:rsidR="00137110" w:rsidRPr="00137110" w14:paraId="54A54978" w14:textId="77777777" w:rsidTr="00CD3AE6">
        <w:trPr>
          <w:trHeight w:val="20"/>
        </w:trPr>
        <w:tc>
          <w:tcPr>
            <w:tcW w:w="1496" w:type="dxa"/>
            <w:vMerge/>
          </w:tcPr>
          <w:p w14:paraId="371ECBC0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</w:tcPr>
          <w:p w14:paraId="337B6808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</w:tcPr>
          <w:p w14:paraId="2052C83C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22D86AA8" w14:textId="59B33F4B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Schițe pentru produse vestimentare și accesorii</w:t>
            </w:r>
          </w:p>
        </w:tc>
        <w:tc>
          <w:tcPr>
            <w:tcW w:w="609" w:type="dxa"/>
          </w:tcPr>
          <w:p w14:paraId="63808619" w14:textId="58014C78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19</w:t>
            </w:r>
          </w:p>
        </w:tc>
      </w:tr>
      <w:tr w:rsidR="00137110" w:rsidRPr="00137110" w14:paraId="2157FCD1" w14:textId="77777777" w:rsidTr="00CD3AE6">
        <w:trPr>
          <w:trHeight w:val="20"/>
        </w:trPr>
        <w:tc>
          <w:tcPr>
            <w:tcW w:w="1496" w:type="dxa"/>
            <w:vMerge/>
          </w:tcPr>
          <w:p w14:paraId="77D39FB1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</w:tcPr>
          <w:p w14:paraId="0CA24623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</w:tcPr>
          <w:p w14:paraId="48695181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0B68A2D3" w14:textId="4C900973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Stagii de pregătire practică - Curriculum în dezvoltare locală – clasa a IX-a</w:t>
            </w:r>
          </w:p>
        </w:tc>
        <w:tc>
          <w:tcPr>
            <w:tcW w:w="609" w:type="dxa"/>
          </w:tcPr>
          <w:p w14:paraId="483B2DC7" w14:textId="44DF8FA1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20</w:t>
            </w:r>
          </w:p>
        </w:tc>
      </w:tr>
      <w:tr w:rsidR="00137110" w:rsidRPr="00137110" w14:paraId="2942C56E" w14:textId="77777777" w:rsidTr="00137110">
        <w:trPr>
          <w:trHeight w:val="20"/>
        </w:trPr>
        <w:tc>
          <w:tcPr>
            <w:tcW w:w="1496" w:type="dxa"/>
            <w:vMerge/>
            <w:hideMark/>
          </w:tcPr>
          <w:p w14:paraId="3B56BCA9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09906CCD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04AA99F1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1FE05F23" w14:textId="4CC74C28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Tipare pentru produse vestimentare și accesorii</w:t>
            </w:r>
          </w:p>
        </w:tc>
        <w:tc>
          <w:tcPr>
            <w:tcW w:w="609" w:type="dxa"/>
          </w:tcPr>
          <w:p w14:paraId="7DAE781C" w14:textId="4F95ECE1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21</w:t>
            </w:r>
          </w:p>
        </w:tc>
      </w:tr>
    </w:tbl>
    <w:p w14:paraId="14C16A08" w14:textId="77777777" w:rsidR="00194784" w:rsidRPr="00137110" w:rsidRDefault="00194784">
      <w:pPr>
        <w:rPr>
          <w:color w:val="000000" w:themeColor="text1"/>
        </w:rPr>
      </w:pPr>
    </w:p>
    <w:p w14:paraId="0BBDAC52" w14:textId="77777777" w:rsidR="00194784" w:rsidRPr="00137110" w:rsidRDefault="00194784">
      <w:pPr>
        <w:rPr>
          <w:color w:val="000000" w:themeColor="text1"/>
        </w:rPr>
      </w:pPr>
    </w:p>
    <w:p w14:paraId="4FF2331B" w14:textId="77777777" w:rsidR="00254DA1" w:rsidRPr="00137110" w:rsidRDefault="00254DA1" w:rsidP="00CD3AE6">
      <w:pPr>
        <w:rPr>
          <w:color w:val="000000" w:themeColor="text1"/>
        </w:rPr>
      </w:pPr>
      <w:r w:rsidRPr="00137110">
        <w:rPr>
          <w:color w:val="000000" w:themeColor="text1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6"/>
        <w:gridCol w:w="1347"/>
        <w:gridCol w:w="1878"/>
        <w:gridCol w:w="3732"/>
        <w:gridCol w:w="609"/>
      </w:tblGrid>
      <w:tr w:rsidR="00137110" w:rsidRPr="00137110" w14:paraId="4E9F2E52" w14:textId="77777777" w:rsidTr="00CD3AE6">
        <w:trPr>
          <w:trHeight w:val="20"/>
          <w:tblHeader/>
        </w:trPr>
        <w:tc>
          <w:tcPr>
            <w:tcW w:w="1496" w:type="dxa"/>
            <w:shd w:val="clear" w:color="auto" w:fill="EDEDED" w:themeFill="accent3" w:themeFillTint="33"/>
            <w:vAlign w:val="center"/>
            <w:hideMark/>
          </w:tcPr>
          <w:p w14:paraId="6D39C146" w14:textId="23BE2084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lastRenderedPageBreak/>
              <w:t>Nivel</w:t>
            </w:r>
          </w:p>
        </w:tc>
        <w:tc>
          <w:tcPr>
            <w:tcW w:w="1347" w:type="dxa"/>
            <w:shd w:val="clear" w:color="auto" w:fill="EDEDED" w:themeFill="accent3" w:themeFillTint="33"/>
            <w:vAlign w:val="center"/>
            <w:hideMark/>
          </w:tcPr>
          <w:p w14:paraId="5BB87FA8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Domeniul</w:t>
            </w:r>
          </w:p>
        </w:tc>
        <w:tc>
          <w:tcPr>
            <w:tcW w:w="1878" w:type="dxa"/>
            <w:shd w:val="clear" w:color="auto" w:fill="EDEDED" w:themeFill="accent3" w:themeFillTint="33"/>
            <w:vAlign w:val="center"/>
            <w:hideMark/>
          </w:tcPr>
          <w:p w14:paraId="50063928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3732" w:type="dxa"/>
            <w:shd w:val="clear" w:color="auto" w:fill="EDEDED" w:themeFill="accent3" w:themeFillTint="33"/>
            <w:vAlign w:val="center"/>
            <w:hideMark/>
          </w:tcPr>
          <w:p w14:paraId="19CB874E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609" w:type="dxa"/>
            <w:vMerge w:val="restart"/>
            <w:shd w:val="clear" w:color="auto" w:fill="EDEDED" w:themeFill="accent3" w:themeFillTint="33"/>
            <w:vAlign w:val="center"/>
            <w:hideMark/>
          </w:tcPr>
          <w:p w14:paraId="301271A9" w14:textId="77777777" w:rsidR="00514A62" w:rsidRPr="00137110" w:rsidRDefault="00514A62" w:rsidP="00AF0F02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Nr. crt.</w:t>
            </w:r>
          </w:p>
        </w:tc>
      </w:tr>
      <w:tr w:rsidR="00137110" w:rsidRPr="00137110" w14:paraId="57F91F8C" w14:textId="77777777" w:rsidTr="00CD3AE6">
        <w:trPr>
          <w:trHeight w:val="20"/>
          <w:tblHeader/>
        </w:trPr>
        <w:tc>
          <w:tcPr>
            <w:tcW w:w="1496" w:type="dxa"/>
            <w:shd w:val="clear" w:color="auto" w:fill="EDEDED" w:themeFill="accent3" w:themeFillTint="33"/>
            <w:vAlign w:val="center"/>
            <w:hideMark/>
          </w:tcPr>
          <w:p w14:paraId="4BC0D608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Învățământ profesional</w:t>
            </w:r>
          </w:p>
        </w:tc>
        <w:tc>
          <w:tcPr>
            <w:tcW w:w="1347" w:type="dxa"/>
            <w:shd w:val="clear" w:color="auto" w:fill="EDEDED" w:themeFill="accent3" w:themeFillTint="33"/>
            <w:vAlign w:val="center"/>
            <w:hideMark/>
          </w:tcPr>
          <w:p w14:paraId="3FDFCD5E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5. Industrie textilă și pielărie</w:t>
            </w:r>
          </w:p>
        </w:tc>
        <w:tc>
          <w:tcPr>
            <w:tcW w:w="1878" w:type="dxa"/>
            <w:shd w:val="clear" w:color="auto" w:fill="EDEDED" w:themeFill="accent3" w:themeFillTint="33"/>
            <w:vAlign w:val="center"/>
            <w:hideMark/>
          </w:tcPr>
          <w:p w14:paraId="07D66E89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5.1. Textile/ Filatură și țesătorie, finisaj textil</w:t>
            </w:r>
          </w:p>
        </w:tc>
        <w:tc>
          <w:tcPr>
            <w:tcW w:w="3732" w:type="dxa"/>
            <w:shd w:val="clear" w:color="auto" w:fill="EDEDED" w:themeFill="accent3" w:themeFillTint="33"/>
            <w:vAlign w:val="center"/>
            <w:hideMark/>
          </w:tcPr>
          <w:p w14:paraId="485B3A03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ANEXA 5.1</w:t>
            </w:r>
          </w:p>
        </w:tc>
        <w:tc>
          <w:tcPr>
            <w:tcW w:w="609" w:type="dxa"/>
            <w:vMerge/>
            <w:shd w:val="clear" w:color="auto" w:fill="EDEDED" w:themeFill="accent3" w:themeFillTint="33"/>
            <w:vAlign w:val="center"/>
            <w:hideMark/>
          </w:tcPr>
          <w:p w14:paraId="6ECD606D" w14:textId="199F73C5" w:rsidR="00514A62" w:rsidRPr="00137110" w:rsidRDefault="00514A62" w:rsidP="00AF0F02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137110" w:rsidRPr="00137110" w14:paraId="541A7134" w14:textId="77777777" w:rsidTr="00CD3AE6">
        <w:trPr>
          <w:trHeight w:val="20"/>
        </w:trPr>
        <w:tc>
          <w:tcPr>
            <w:tcW w:w="1496" w:type="dxa"/>
            <w:vMerge w:val="restart"/>
            <w:hideMark/>
          </w:tcPr>
          <w:p w14:paraId="0B3C11B5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1347" w:type="dxa"/>
            <w:vMerge w:val="restart"/>
            <w:hideMark/>
          </w:tcPr>
          <w:p w14:paraId="1A800A0C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1878" w:type="dxa"/>
            <w:vMerge w:val="restart"/>
            <w:hideMark/>
          </w:tcPr>
          <w:p w14:paraId="3D0E382A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3732" w:type="dxa"/>
            <w:hideMark/>
          </w:tcPr>
          <w:p w14:paraId="658D79DF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Apretarea materialelor textile</w:t>
            </w:r>
          </w:p>
        </w:tc>
        <w:tc>
          <w:tcPr>
            <w:tcW w:w="609" w:type="dxa"/>
            <w:hideMark/>
          </w:tcPr>
          <w:p w14:paraId="7F895F50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</w:t>
            </w:r>
          </w:p>
        </w:tc>
      </w:tr>
      <w:tr w:rsidR="00137110" w:rsidRPr="00137110" w14:paraId="2B7675A8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1575BC86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0CE11F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5C94B7F4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5061E973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Colorarea materialelor textile</w:t>
            </w:r>
          </w:p>
        </w:tc>
        <w:tc>
          <w:tcPr>
            <w:tcW w:w="609" w:type="dxa"/>
            <w:hideMark/>
          </w:tcPr>
          <w:p w14:paraId="5745CA80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</w:t>
            </w:r>
          </w:p>
        </w:tc>
      </w:tr>
      <w:tr w:rsidR="00137110" w:rsidRPr="00137110" w14:paraId="6D3576B5" w14:textId="77777777" w:rsidTr="00CD3AE6">
        <w:trPr>
          <w:trHeight w:val="20"/>
        </w:trPr>
        <w:tc>
          <w:tcPr>
            <w:tcW w:w="1496" w:type="dxa"/>
            <w:vMerge/>
          </w:tcPr>
          <w:p w14:paraId="02B470F7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</w:tcPr>
          <w:p w14:paraId="5F5E6675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</w:tcPr>
          <w:p w14:paraId="438D6F39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23F0AA96" w14:textId="1B83C3B9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Confecționarea produselor textile</w:t>
            </w:r>
          </w:p>
        </w:tc>
        <w:tc>
          <w:tcPr>
            <w:tcW w:w="609" w:type="dxa"/>
          </w:tcPr>
          <w:p w14:paraId="62CCFDE7" w14:textId="20F62976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3</w:t>
            </w:r>
          </w:p>
        </w:tc>
      </w:tr>
      <w:tr w:rsidR="00137110" w:rsidRPr="00137110" w14:paraId="3B80DBF5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7A8C69BF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77C1BBAB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5E4995EA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48092985" w14:textId="77777777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Elemente de design</w:t>
            </w:r>
          </w:p>
        </w:tc>
        <w:tc>
          <w:tcPr>
            <w:tcW w:w="609" w:type="dxa"/>
          </w:tcPr>
          <w:p w14:paraId="228AA24B" w14:textId="1EA15AD4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4</w:t>
            </w:r>
          </w:p>
        </w:tc>
      </w:tr>
      <w:tr w:rsidR="00137110" w:rsidRPr="00137110" w14:paraId="72DEC7D6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59830F22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13E86FFC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571CC7D9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062BBD9B" w14:textId="77777777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Filarea convențională și neconvențională</w:t>
            </w:r>
          </w:p>
        </w:tc>
        <w:tc>
          <w:tcPr>
            <w:tcW w:w="609" w:type="dxa"/>
          </w:tcPr>
          <w:p w14:paraId="57159AC1" w14:textId="5B55983C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5</w:t>
            </w:r>
          </w:p>
        </w:tc>
      </w:tr>
      <w:tr w:rsidR="00137110" w:rsidRPr="00137110" w14:paraId="620A120F" w14:textId="77777777" w:rsidTr="00CD3AE6">
        <w:trPr>
          <w:trHeight w:val="20"/>
        </w:trPr>
        <w:tc>
          <w:tcPr>
            <w:tcW w:w="1496" w:type="dxa"/>
            <w:vMerge/>
          </w:tcPr>
          <w:p w14:paraId="327B3DBF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</w:tcPr>
          <w:p w14:paraId="3CFCA3A6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</w:tcPr>
          <w:p w14:paraId="431EFA49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16749A57" w14:textId="39634F8E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Finisarea produselor confecționate</w:t>
            </w:r>
          </w:p>
        </w:tc>
        <w:tc>
          <w:tcPr>
            <w:tcW w:w="609" w:type="dxa"/>
          </w:tcPr>
          <w:p w14:paraId="1251AA97" w14:textId="7DBE2703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6</w:t>
            </w:r>
          </w:p>
        </w:tc>
      </w:tr>
      <w:tr w:rsidR="00137110" w:rsidRPr="00137110" w14:paraId="553E0E8E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67A541E5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49DDD06C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5D919E18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366AD6E9" w14:textId="77777777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Limbaj tehnic grafic</w:t>
            </w:r>
          </w:p>
        </w:tc>
        <w:tc>
          <w:tcPr>
            <w:tcW w:w="609" w:type="dxa"/>
          </w:tcPr>
          <w:p w14:paraId="3BC37A78" w14:textId="02EB898B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7</w:t>
            </w:r>
          </w:p>
        </w:tc>
      </w:tr>
      <w:tr w:rsidR="00137110" w:rsidRPr="00137110" w14:paraId="50B3BEAD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48C149EF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3A3E2254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7CB7B572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2EB8DAD0" w14:textId="77777777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Materii prime în industria textilă și pielărie</w:t>
            </w:r>
          </w:p>
        </w:tc>
        <w:tc>
          <w:tcPr>
            <w:tcW w:w="609" w:type="dxa"/>
          </w:tcPr>
          <w:p w14:paraId="04AF35E8" w14:textId="210838E5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8</w:t>
            </w:r>
          </w:p>
        </w:tc>
      </w:tr>
      <w:tr w:rsidR="00137110" w:rsidRPr="00137110" w14:paraId="23AEFF65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1AA6D1EF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0CD0848F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367A2769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0746A93C" w14:textId="77777777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Obținerea semitortului</w:t>
            </w:r>
          </w:p>
        </w:tc>
        <w:tc>
          <w:tcPr>
            <w:tcW w:w="609" w:type="dxa"/>
          </w:tcPr>
          <w:p w14:paraId="3CD71E37" w14:textId="537B60CA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9</w:t>
            </w:r>
          </w:p>
        </w:tc>
      </w:tr>
      <w:tr w:rsidR="00137110" w:rsidRPr="00137110" w14:paraId="24F23500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0B889040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11129077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103CD4F7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08C2AFE5" w14:textId="77777777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Operații tehnologice din industria textilă și pielărie</w:t>
            </w:r>
          </w:p>
        </w:tc>
        <w:tc>
          <w:tcPr>
            <w:tcW w:w="609" w:type="dxa"/>
          </w:tcPr>
          <w:p w14:paraId="2FE2A575" w14:textId="3F3D0DAF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10</w:t>
            </w:r>
          </w:p>
        </w:tc>
      </w:tr>
      <w:tr w:rsidR="00137110" w:rsidRPr="00137110" w14:paraId="601E6D06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7AE7FD04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30E26F40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79D2BA32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243E091A" w14:textId="77777777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Planificarea activității proprii</w:t>
            </w:r>
          </w:p>
        </w:tc>
        <w:tc>
          <w:tcPr>
            <w:tcW w:w="609" w:type="dxa"/>
          </w:tcPr>
          <w:p w14:paraId="7AEFE483" w14:textId="2442C66C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11</w:t>
            </w:r>
          </w:p>
        </w:tc>
      </w:tr>
      <w:tr w:rsidR="00137110" w:rsidRPr="00137110" w14:paraId="15492CD1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0A496DB4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3E0242CB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77C94C9F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008D58AA" w14:textId="4DCAEA42" w:rsidR="00194784" w:rsidRPr="00137110" w:rsidRDefault="00137110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Pregătirea firelor pentru tricotare</w:t>
            </w:r>
          </w:p>
        </w:tc>
        <w:tc>
          <w:tcPr>
            <w:tcW w:w="609" w:type="dxa"/>
          </w:tcPr>
          <w:p w14:paraId="498F309F" w14:textId="099E5685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12</w:t>
            </w:r>
          </w:p>
        </w:tc>
      </w:tr>
      <w:tr w:rsidR="00137110" w:rsidRPr="00137110" w14:paraId="7109B8E9" w14:textId="77777777" w:rsidTr="00194784">
        <w:trPr>
          <w:trHeight w:val="20"/>
        </w:trPr>
        <w:tc>
          <w:tcPr>
            <w:tcW w:w="1496" w:type="dxa"/>
            <w:vMerge/>
          </w:tcPr>
          <w:p w14:paraId="46A2495E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</w:tcPr>
          <w:p w14:paraId="5AE5792F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</w:tcPr>
          <w:p w14:paraId="3066D857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74865A65" w14:textId="1FF32479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Pregătirea firelor pentru țesere</w:t>
            </w:r>
          </w:p>
        </w:tc>
        <w:tc>
          <w:tcPr>
            <w:tcW w:w="609" w:type="dxa"/>
          </w:tcPr>
          <w:p w14:paraId="6146B7E5" w14:textId="4C4115C8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13</w:t>
            </w:r>
          </w:p>
        </w:tc>
      </w:tr>
      <w:tr w:rsidR="00137110" w:rsidRPr="00137110" w14:paraId="1F987F55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3348FFD4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128B40CF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0342020C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1655265B" w14:textId="77777777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Pregătirea materialelor textile în vederea finisării</w:t>
            </w:r>
          </w:p>
        </w:tc>
        <w:tc>
          <w:tcPr>
            <w:tcW w:w="609" w:type="dxa"/>
          </w:tcPr>
          <w:p w14:paraId="5BAD3A0A" w14:textId="77ED77EA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14</w:t>
            </w:r>
          </w:p>
        </w:tc>
      </w:tr>
      <w:tr w:rsidR="00137110" w:rsidRPr="00137110" w14:paraId="2EFD28B4" w14:textId="77777777" w:rsidTr="00CD3AE6">
        <w:trPr>
          <w:trHeight w:val="20"/>
        </w:trPr>
        <w:tc>
          <w:tcPr>
            <w:tcW w:w="1496" w:type="dxa"/>
            <w:vMerge/>
          </w:tcPr>
          <w:p w14:paraId="7DB0BF4F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</w:tcPr>
          <w:p w14:paraId="00A8484B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</w:tcPr>
          <w:p w14:paraId="52EA0BD5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77D4D91F" w14:textId="44891D41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Pregătirea țesăturilor și tricoturilor pentru confecționare</w:t>
            </w:r>
          </w:p>
        </w:tc>
        <w:tc>
          <w:tcPr>
            <w:tcW w:w="609" w:type="dxa"/>
          </w:tcPr>
          <w:p w14:paraId="3B9A7166" w14:textId="6C1E392D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15</w:t>
            </w:r>
          </w:p>
        </w:tc>
      </w:tr>
      <w:tr w:rsidR="00137110" w:rsidRPr="00137110" w14:paraId="435FBFFE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3859905C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5F03E0E7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32D7E2B3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1F20AC45" w14:textId="77777777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Prelucrarea înșiruirilor fibroase</w:t>
            </w:r>
          </w:p>
        </w:tc>
        <w:tc>
          <w:tcPr>
            <w:tcW w:w="609" w:type="dxa"/>
          </w:tcPr>
          <w:p w14:paraId="437D923B" w14:textId="5E846636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16</w:t>
            </w:r>
          </w:p>
        </w:tc>
      </w:tr>
      <w:tr w:rsidR="00137110" w:rsidRPr="00137110" w14:paraId="65CE7BCF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4B5555F4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23CF53F3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63D450BD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632A5D17" w14:textId="77777777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Sănătatea și securitatea muncii și protecția mediului în industria textilă și pielărie</w:t>
            </w:r>
          </w:p>
        </w:tc>
        <w:tc>
          <w:tcPr>
            <w:tcW w:w="609" w:type="dxa"/>
          </w:tcPr>
          <w:p w14:paraId="6B4233EA" w14:textId="185210FE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17</w:t>
            </w:r>
          </w:p>
        </w:tc>
      </w:tr>
      <w:tr w:rsidR="00137110" w:rsidRPr="00137110" w14:paraId="5D014AFA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3D70B24E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277528B6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54A7A7CE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3EDD73EF" w14:textId="54319DA6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Stagii de pregătire practică - Curriculum în dezvoltare locală – clasa a IX-a</w:t>
            </w:r>
          </w:p>
        </w:tc>
        <w:tc>
          <w:tcPr>
            <w:tcW w:w="609" w:type="dxa"/>
          </w:tcPr>
          <w:p w14:paraId="50B57975" w14:textId="1F629EEA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18</w:t>
            </w:r>
          </w:p>
        </w:tc>
      </w:tr>
      <w:tr w:rsidR="00137110" w:rsidRPr="00137110" w14:paraId="0444365C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15A651FB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28A3D903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30C8FEDD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29E635A9" w14:textId="110D435C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Stagiu de pregătire practică – Curriculum în dezvoltare locală – clasa a X-a</w:t>
            </w:r>
          </w:p>
        </w:tc>
        <w:tc>
          <w:tcPr>
            <w:tcW w:w="609" w:type="dxa"/>
          </w:tcPr>
          <w:p w14:paraId="7FA551E8" w14:textId="25774B27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19</w:t>
            </w:r>
          </w:p>
        </w:tc>
      </w:tr>
      <w:tr w:rsidR="00137110" w:rsidRPr="00137110" w14:paraId="44616765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47E60B50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5F4CD620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21BF7034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484047EB" w14:textId="728C620F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Stagiu de pregătire practică – Curriculum în dezvoltare locală – clasa a XI-a</w:t>
            </w:r>
          </w:p>
        </w:tc>
        <w:tc>
          <w:tcPr>
            <w:tcW w:w="609" w:type="dxa"/>
          </w:tcPr>
          <w:p w14:paraId="6513D1B8" w14:textId="6C8AF055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20</w:t>
            </w:r>
          </w:p>
        </w:tc>
      </w:tr>
      <w:tr w:rsidR="00137110" w:rsidRPr="00137110" w14:paraId="79F35699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67C86894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0E60DC45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34EF0920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513DE418" w14:textId="77777777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Țeserea în sistem convențional</w:t>
            </w:r>
          </w:p>
        </w:tc>
        <w:tc>
          <w:tcPr>
            <w:tcW w:w="609" w:type="dxa"/>
          </w:tcPr>
          <w:p w14:paraId="4E6453E5" w14:textId="2932CC90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21</w:t>
            </w:r>
          </w:p>
        </w:tc>
      </w:tr>
      <w:tr w:rsidR="00137110" w:rsidRPr="00137110" w14:paraId="1FF72BD2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074E26B1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5C2F188F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15CE1200" w14:textId="77777777" w:rsidR="00137110" w:rsidRPr="00137110" w:rsidRDefault="00137110" w:rsidP="00137110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1D953AA2" w14:textId="77777777" w:rsidR="00137110" w:rsidRPr="00137110" w:rsidRDefault="00137110" w:rsidP="00137110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Țeserea în sistem neconvențional</w:t>
            </w:r>
          </w:p>
        </w:tc>
        <w:tc>
          <w:tcPr>
            <w:tcW w:w="609" w:type="dxa"/>
          </w:tcPr>
          <w:p w14:paraId="00F707E9" w14:textId="1CDE8881" w:rsidR="00137110" w:rsidRPr="00137110" w:rsidRDefault="00137110" w:rsidP="00137110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22</w:t>
            </w:r>
          </w:p>
        </w:tc>
      </w:tr>
    </w:tbl>
    <w:p w14:paraId="152901B2" w14:textId="77777777" w:rsidR="00254DA1" w:rsidRPr="00137110" w:rsidRDefault="00254DA1" w:rsidP="00CD3AE6">
      <w:pPr>
        <w:rPr>
          <w:color w:val="000000" w:themeColor="text1"/>
        </w:rPr>
      </w:pPr>
    </w:p>
    <w:p w14:paraId="714FCE1A" w14:textId="77777777" w:rsidR="00254DA1" w:rsidRPr="00137110" w:rsidRDefault="00254DA1" w:rsidP="00CD3AE6">
      <w:pPr>
        <w:rPr>
          <w:color w:val="000000" w:themeColor="text1"/>
        </w:rPr>
      </w:pPr>
      <w:r w:rsidRPr="00137110">
        <w:rPr>
          <w:color w:val="000000" w:themeColor="text1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6"/>
        <w:gridCol w:w="1347"/>
        <w:gridCol w:w="1878"/>
        <w:gridCol w:w="3732"/>
        <w:gridCol w:w="609"/>
      </w:tblGrid>
      <w:tr w:rsidR="00137110" w:rsidRPr="00137110" w14:paraId="377C8D14" w14:textId="77777777" w:rsidTr="00CD3AE6">
        <w:trPr>
          <w:trHeight w:val="20"/>
          <w:tblHeader/>
        </w:trPr>
        <w:tc>
          <w:tcPr>
            <w:tcW w:w="1496" w:type="dxa"/>
            <w:shd w:val="clear" w:color="auto" w:fill="EDEDED" w:themeFill="accent3" w:themeFillTint="33"/>
            <w:vAlign w:val="center"/>
            <w:hideMark/>
          </w:tcPr>
          <w:p w14:paraId="6858D747" w14:textId="6132B4D2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Nivel</w:t>
            </w:r>
          </w:p>
        </w:tc>
        <w:tc>
          <w:tcPr>
            <w:tcW w:w="1347" w:type="dxa"/>
            <w:shd w:val="clear" w:color="auto" w:fill="EDEDED" w:themeFill="accent3" w:themeFillTint="33"/>
            <w:vAlign w:val="center"/>
            <w:hideMark/>
          </w:tcPr>
          <w:p w14:paraId="3347A8C8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Domeniul</w:t>
            </w:r>
          </w:p>
        </w:tc>
        <w:tc>
          <w:tcPr>
            <w:tcW w:w="1878" w:type="dxa"/>
            <w:shd w:val="clear" w:color="auto" w:fill="EDEDED" w:themeFill="accent3" w:themeFillTint="33"/>
            <w:vAlign w:val="center"/>
            <w:hideMark/>
          </w:tcPr>
          <w:p w14:paraId="5F22C4B1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3732" w:type="dxa"/>
            <w:shd w:val="clear" w:color="auto" w:fill="EDEDED" w:themeFill="accent3" w:themeFillTint="33"/>
            <w:vAlign w:val="center"/>
            <w:hideMark/>
          </w:tcPr>
          <w:p w14:paraId="53E09171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609" w:type="dxa"/>
            <w:vMerge w:val="restart"/>
            <w:shd w:val="clear" w:color="auto" w:fill="EDEDED" w:themeFill="accent3" w:themeFillTint="33"/>
            <w:vAlign w:val="center"/>
            <w:hideMark/>
          </w:tcPr>
          <w:p w14:paraId="69387F67" w14:textId="77777777" w:rsidR="00514A62" w:rsidRPr="00137110" w:rsidRDefault="00514A62" w:rsidP="00AF0F02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Nr. crt.</w:t>
            </w:r>
          </w:p>
        </w:tc>
      </w:tr>
      <w:tr w:rsidR="00137110" w:rsidRPr="00137110" w14:paraId="7746D21F" w14:textId="77777777" w:rsidTr="00CD3AE6">
        <w:trPr>
          <w:trHeight w:val="20"/>
          <w:tblHeader/>
        </w:trPr>
        <w:tc>
          <w:tcPr>
            <w:tcW w:w="1496" w:type="dxa"/>
            <w:shd w:val="clear" w:color="auto" w:fill="EDEDED" w:themeFill="accent3" w:themeFillTint="33"/>
            <w:vAlign w:val="center"/>
            <w:hideMark/>
          </w:tcPr>
          <w:p w14:paraId="403CF901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Stagii de pregătire practică</w:t>
            </w:r>
          </w:p>
        </w:tc>
        <w:tc>
          <w:tcPr>
            <w:tcW w:w="1347" w:type="dxa"/>
            <w:shd w:val="clear" w:color="auto" w:fill="EDEDED" w:themeFill="accent3" w:themeFillTint="33"/>
            <w:vAlign w:val="center"/>
            <w:hideMark/>
          </w:tcPr>
          <w:p w14:paraId="7E2972CD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5. Industrie textilă și pielărie</w:t>
            </w:r>
          </w:p>
        </w:tc>
        <w:tc>
          <w:tcPr>
            <w:tcW w:w="1878" w:type="dxa"/>
            <w:shd w:val="clear" w:color="auto" w:fill="EDEDED" w:themeFill="accent3" w:themeFillTint="33"/>
            <w:vAlign w:val="center"/>
            <w:hideMark/>
          </w:tcPr>
          <w:p w14:paraId="172621B4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5.1. Textile/ Filatură și țesătorie, finisaj textil</w:t>
            </w:r>
          </w:p>
        </w:tc>
        <w:tc>
          <w:tcPr>
            <w:tcW w:w="3732" w:type="dxa"/>
            <w:shd w:val="clear" w:color="auto" w:fill="EDEDED" w:themeFill="accent3" w:themeFillTint="33"/>
            <w:vAlign w:val="center"/>
            <w:hideMark/>
          </w:tcPr>
          <w:p w14:paraId="2CE7BA5A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ANEXA 5.1</w:t>
            </w:r>
          </w:p>
        </w:tc>
        <w:tc>
          <w:tcPr>
            <w:tcW w:w="609" w:type="dxa"/>
            <w:vMerge/>
            <w:shd w:val="clear" w:color="auto" w:fill="EDEDED" w:themeFill="accent3" w:themeFillTint="33"/>
            <w:vAlign w:val="center"/>
            <w:hideMark/>
          </w:tcPr>
          <w:p w14:paraId="50E4DEDE" w14:textId="1DA2B847" w:rsidR="00514A62" w:rsidRPr="00137110" w:rsidRDefault="00514A62" w:rsidP="00AF0F02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137110" w:rsidRPr="00137110" w14:paraId="065FB4C5" w14:textId="77777777" w:rsidTr="00CD3AE6">
        <w:trPr>
          <w:trHeight w:val="20"/>
        </w:trPr>
        <w:tc>
          <w:tcPr>
            <w:tcW w:w="1496" w:type="dxa"/>
            <w:vMerge w:val="restart"/>
            <w:hideMark/>
          </w:tcPr>
          <w:p w14:paraId="72F7E98B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1347" w:type="dxa"/>
            <w:vMerge w:val="restart"/>
            <w:hideMark/>
          </w:tcPr>
          <w:p w14:paraId="2BC7641F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1878" w:type="dxa"/>
            <w:vMerge w:val="restart"/>
            <w:hideMark/>
          </w:tcPr>
          <w:p w14:paraId="1B58BF06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3732" w:type="dxa"/>
            <w:hideMark/>
          </w:tcPr>
          <w:p w14:paraId="36A500C7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Apretarea materialelor textile</w:t>
            </w:r>
          </w:p>
        </w:tc>
        <w:tc>
          <w:tcPr>
            <w:tcW w:w="609" w:type="dxa"/>
            <w:hideMark/>
          </w:tcPr>
          <w:p w14:paraId="731BA396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</w:t>
            </w:r>
          </w:p>
        </w:tc>
      </w:tr>
      <w:tr w:rsidR="00137110" w:rsidRPr="00137110" w14:paraId="6B58C8F5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20A6A609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343C7126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0DCD9C65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23F57D26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Colorarea materialelor textile</w:t>
            </w:r>
          </w:p>
        </w:tc>
        <w:tc>
          <w:tcPr>
            <w:tcW w:w="609" w:type="dxa"/>
            <w:hideMark/>
          </w:tcPr>
          <w:p w14:paraId="1BCEE5F6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</w:t>
            </w:r>
          </w:p>
        </w:tc>
      </w:tr>
      <w:tr w:rsidR="00137110" w:rsidRPr="00137110" w14:paraId="4D899C62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482260D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9EA8327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64B667F3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44BECDFD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Filarea convențională și neconvențională</w:t>
            </w:r>
          </w:p>
        </w:tc>
        <w:tc>
          <w:tcPr>
            <w:tcW w:w="609" w:type="dxa"/>
            <w:hideMark/>
          </w:tcPr>
          <w:p w14:paraId="66F12E49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3</w:t>
            </w:r>
          </w:p>
        </w:tc>
      </w:tr>
      <w:tr w:rsidR="00137110" w:rsidRPr="00137110" w14:paraId="46A80AFF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33412ABA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610F437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3375C93C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48B5C1D0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Obținerea semitortului</w:t>
            </w:r>
          </w:p>
        </w:tc>
        <w:tc>
          <w:tcPr>
            <w:tcW w:w="609" w:type="dxa"/>
            <w:hideMark/>
          </w:tcPr>
          <w:p w14:paraId="7FD9192F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4</w:t>
            </w:r>
          </w:p>
        </w:tc>
      </w:tr>
      <w:tr w:rsidR="00137110" w:rsidRPr="00137110" w14:paraId="42BBF64B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37BABA45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1188B68C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44CFC54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71D09D11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Pregătirea firelor pentru țesere</w:t>
            </w:r>
          </w:p>
        </w:tc>
        <w:tc>
          <w:tcPr>
            <w:tcW w:w="609" w:type="dxa"/>
            <w:hideMark/>
          </w:tcPr>
          <w:p w14:paraId="6B2698AC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5</w:t>
            </w:r>
          </w:p>
        </w:tc>
      </w:tr>
      <w:tr w:rsidR="00137110" w:rsidRPr="00137110" w14:paraId="6FE0190A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3FE4862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3CFC012E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2AC60838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0A362344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Pregătirea materialelor textile în vederea finisării</w:t>
            </w:r>
          </w:p>
        </w:tc>
        <w:tc>
          <w:tcPr>
            <w:tcW w:w="609" w:type="dxa"/>
            <w:hideMark/>
          </w:tcPr>
          <w:p w14:paraId="59F38FCA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6</w:t>
            </w:r>
          </w:p>
        </w:tc>
      </w:tr>
      <w:tr w:rsidR="00137110" w:rsidRPr="00137110" w14:paraId="09B310D2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032D7A9D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02C594C2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70E88109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22AB2DB4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Prelucrarea înșiruirilor fibroase</w:t>
            </w:r>
          </w:p>
        </w:tc>
        <w:tc>
          <w:tcPr>
            <w:tcW w:w="609" w:type="dxa"/>
            <w:hideMark/>
          </w:tcPr>
          <w:p w14:paraId="1C0512E8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7</w:t>
            </w:r>
          </w:p>
        </w:tc>
      </w:tr>
      <w:tr w:rsidR="00137110" w:rsidRPr="00137110" w14:paraId="34D0CA3E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35990728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4AB44C38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01DCCD26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0EB6E541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Țeserea în sistem convențional</w:t>
            </w:r>
          </w:p>
        </w:tc>
        <w:tc>
          <w:tcPr>
            <w:tcW w:w="609" w:type="dxa"/>
            <w:hideMark/>
          </w:tcPr>
          <w:p w14:paraId="198595CE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8</w:t>
            </w:r>
          </w:p>
        </w:tc>
      </w:tr>
      <w:tr w:rsidR="00254DA1" w:rsidRPr="00137110" w14:paraId="6D433A52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48EB6E29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0AEDF93C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667F1A35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351D51ED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Țeserea în sistem neconvențional</w:t>
            </w:r>
          </w:p>
        </w:tc>
        <w:tc>
          <w:tcPr>
            <w:tcW w:w="609" w:type="dxa"/>
            <w:hideMark/>
          </w:tcPr>
          <w:p w14:paraId="40DCAF70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9</w:t>
            </w:r>
          </w:p>
        </w:tc>
      </w:tr>
    </w:tbl>
    <w:p w14:paraId="068446F3" w14:textId="77777777" w:rsidR="00254DA1" w:rsidRPr="00137110" w:rsidRDefault="00254DA1" w:rsidP="00CD3AE6">
      <w:pPr>
        <w:rPr>
          <w:color w:val="000000" w:themeColor="text1"/>
        </w:rPr>
      </w:pPr>
    </w:p>
    <w:p w14:paraId="46E95080" w14:textId="77777777" w:rsidR="00254DA1" w:rsidRPr="00137110" w:rsidRDefault="00254DA1" w:rsidP="00CD3AE6">
      <w:pPr>
        <w:rPr>
          <w:color w:val="000000" w:themeColor="text1"/>
        </w:rPr>
      </w:pPr>
      <w:r w:rsidRPr="00137110">
        <w:rPr>
          <w:color w:val="000000" w:themeColor="text1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6"/>
        <w:gridCol w:w="1347"/>
        <w:gridCol w:w="1878"/>
        <w:gridCol w:w="3732"/>
        <w:gridCol w:w="609"/>
      </w:tblGrid>
      <w:tr w:rsidR="00137110" w:rsidRPr="00137110" w14:paraId="2875AB0E" w14:textId="77777777" w:rsidTr="00CD3AE6">
        <w:trPr>
          <w:trHeight w:val="20"/>
          <w:tblHeader/>
        </w:trPr>
        <w:tc>
          <w:tcPr>
            <w:tcW w:w="1496" w:type="dxa"/>
            <w:shd w:val="clear" w:color="auto" w:fill="EDEDED" w:themeFill="accent3" w:themeFillTint="33"/>
            <w:vAlign w:val="center"/>
            <w:hideMark/>
          </w:tcPr>
          <w:p w14:paraId="47214570" w14:textId="1BA292E0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Nivel</w:t>
            </w:r>
          </w:p>
        </w:tc>
        <w:tc>
          <w:tcPr>
            <w:tcW w:w="1347" w:type="dxa"/>
            <w:shd w:val="clear" w:color="auto" w:fill="EDEDED" w:themeFill="accent3" w:themeFillTint="33"/>
            <w:vAlign w:val="center"/>
            <w:hideMark/>
          </w:tcPr>
          <w:p w14:paraId="6271B805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Domeniul</w:t>
            </w:r>
          </w:p>
        </w:tc>
        <w:tc>
          <w:tcPr>
            <w:tcW w:w="1878" w:type="dxa"/>
            <w:shd w:val="clear" w:color="auto" w:fill="EDEDED" w:themeFill="accent3" w:themeFillTint="33"/>
            <w:vAlign w:val="center"/>
            <w:hideMark/>
          </w:tcPr>
          <w:p w14:paraId="3FAD8BF5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3732" w:type="dxa"/>
            <w:shd w:val="clear" w:color="auto" w:fill="EDEDED" w:themeFill="accent3" w:themeFillTint="33"/>
            <w:vAlign w:val="center"/>
            <w:hideMark/>
          </w:tcPr>
          <w:p w14:paraId="7FDEFE4E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609" w:type="dxa"/>
            <w:vMerge w:val="restart"/>
            <w:shd w:val="clear" w:color="auto" w:fill="EDEDED" w:themeFill="accent3" w:themeFillTint="33"/>
            <w:vAlign w:val="center"/>
            <w:hideMark/>
          </w:tcPr>
          <w:p w14:paraId="28CF0168" w14:textId="77777777" w:rsidR="00514A62" w:rsidRPr="00137110" w:rsidRDefault="00514A62" w:rsidP="00AF0F02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Nr. crt.</w:t>
            </w:r>
          </w:p>
        </w:tc>
      </w:tr>
      <w:tr w:rsidR="00137110" w:rsidRPr="00137110" w14:paraId="73E2CE72" w14:textId="77777777" w:rsidTr="00CD3AE6">
        <w:trPr>
          <w:trHeight w:val="20"/>
          <w:tblHeader/>
        </w:trPr>
        <w:tc>
          <w:tcPr>
            <w:tcW w:w="1496" w:type="dxa"/>
            <w:shd w:val="clear" w:color="auto" w:fill="EDEDED" w:themeFill="accent3" w:themeFillTint="33"/>
            <w:vAlign w:val="center"/>
            <w:hideMark/>
          </w:tcPr>
          <w:p w14:paraId="452FFB5F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Liceu</w:t>
            </w:r>
          </w:p>
        </w:tc>
        <w:tc>
          <w:tcPr>
            <w:tcW w:w="1347" w:type="dxa"/>
            <w:shd w:val="clear" w:color="auto" w:fill="EDEDED" w:themeFill="accent3" w:themeFillTint="33"/>
            <w:vAlign w:val="center"/>
            <w:hideMark/>
          </w:tcPr>
          <w:p w14:paraId="5CCB49B2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5. Industrie textilă și pielărie</w:t>
            </w:r>
          </w:p>
        </w:tc>
        <w:tc>
          <w:tcPr>
            <w:tcW w:w="1878" w:type="dxa"/>
            <w:shd w:val="clear" w:color="auto" w:fill="EDEDED" w:themeFill="accent3" w:themeFillTint="33"/>
            <w:vAlign w:val="center"/>
            <w:hideMark/>
          </w:tcPr>
          <w:p w14:paraId="7DD717DD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5.2. Textile/ Tricotaje și confecții textile, finisaj textil</w:t>
            </w:r>
          </w:p>
        </w:tc>
        <w:tc>
          <w:tcPr>
            <w:tcW w:w="3732" w:type="dxa"/>
            <w:shd w:val="clear" w:color="auto" w:fill="EDEDED" w:themeFill="accent3" w:themeFillTint="33"/>
            <w:vAlign w:val="center"/>
            <w:hideMark/>
          </w:tcPr>
          <w:p w14:paraId="3FBB7032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ANEXA 5.2</w:t>
            </w:r>
          </w:p>
        </w:tc>
        <w:tc>
          <w:tcPr>
            <w:tcW w:w="609" w:type="dxa"/>
            <w:vMerge/>
            <w:shd w:val="clear" w:color="auto" w:fill="EDEDED" w:themeFill="accent3" w:themeFillTint="33"/>
            <w:vAlign w:val="center"/>
            <w:hideMark/>
          </w:tcPr>
          <w:p w14:paraId="14CC1232" w14:textId="7FC21005" w:rsidR="00514A62" w:rsidRPr="00137110" w:rsidRDefault="00514A62" w:rsidP="00AF0F02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137110" w:rsidRPr="00137110" w14:paraId="1599D967" w14:textId="77777777" w:rsidTr="00CD3AE6">
        <w:trPr>
          <w:trHeight w:val="20"/>
        </w:trPr>
        <w:tc>
          <w:tcPr>
            <w:tcW w:w="1496" w:type="dxa"/>
            <w:vMerge w:val="restart"/>
            <w:hideMark/>
          </w:tcPr>
          <w:p w14:paraId="5F16D3CA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1347" w:type="dxa"/>
            <w:vMerge w:val="restart"/>
            <w:hideMark/>
          </w:tcPr>
          <w:p w14:paraId="09C7C746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1878" w:type="dxa"/>
            <w:vMerge w:val="restart"/>
            <w:hideMark/>
          </w:tcPr>
          <w:p w14:paraId="50348891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3732" w:type="dxa"/>
            <w:hideMark/>
          </w:tcPr>
          <w:p w14:paraId="0A680F1A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Analize de laborator în industria textilă și pielărie</w:t>
            </w:r>
          </w:p>
        </w:tc>
        <w:tc>
          <w:tcPr>
            <w:tcW w:w="609" w:type="dxa"/>
            <w:hideMark/>
          </w:tcPr>
          <w:p w14:paraId="5518058D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</w:t>
            </w:r>
          </w:p>
        </w:tc>
      </w:tr>
      <w:tr w:rsidR="00137110" w:rsidRPr="00137110" w14:paraId="1662914E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4A35FC77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142335FA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25DA7C02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49D41771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Asigurarea calității</w:t>
            </w:r>
          </w:p>
        </w:tc>
        <w:tc>
          <w:tcPr>
            <w:tcW w:w="609" w:type="dxa"/>
            <w:hideMark/>
          </w:tcPr>
          <w:p w14:paraId="68942529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</w:t>
            </w:r>
          </w:p>
        </w:tc>
      </w:tr>
      <w:tr w:rsidR="00137110" w:rsidRPr="00137110" w14:paraId="1734F6CE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5E6D1707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1A196281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5AE4A51C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109F107F" w14:textId="372A63E8" w:rsidR="00254DA1" w:rsidRPr="00137110" w:rsidRDefault="00194784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Curriculum în dezvoltare locală – clasa      a XI-a</w:t>
            </w:r>
          </w:p>
        </w:tc>
        <w:tc>
          <w:tcPr>
            <w:tcW w:w="609" w:type="dxa"/>
            <w:hideMark/>
          </w:tcPr>
          <w:p w14:paraId="41488C23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3</w:t>
            </w:r>
          </w:p>
        </w:tc>
      </w:tr>
      <w:tr w:rsidR="00137110" w:rsidRPr="00137110" w14:paraId="18E6CEC0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65ECF960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4F27CF16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45405875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508E55B2" w14:textId="48A7F7B9" w:rsidR="00254DA1" w:rsidRPr="00137110" w:rsidRDefault="00194784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Curriculum în dezvoltare locală – clasa      a XII-a</w:t>
            </w:r>
          </w:p>
        </w:tc>
        <w:tc>
          <w:tcPr>
            <w:tcW w:w="609" w:type="dxa"/>
            <w:hideMark/>
          </w:tcPr>
          <w:p w14:paraId="7F7A7BA8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4</w:t>
            </w:r>
          </w:p>
        </w:tc>
      </w:tr>
      <w:tr w:rsidR="00137110" w:rsidRPr="00137110" w14:paraId="264A7149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699652D2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46F42F89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20D06E2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771F2176" w14:textId="69D927FE" w:rsidR="00254DA1" w:rsidRPr="00137110" w:rsidRDefault="00194784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Documentația tehnică</w:t>
            </w:r>
          </w:p>
        </w:tc>
        <w:tc>
          <w:tcPr>
            <w:tcW w:w="609" w:type="dxa"/>
            <w:hideMark/>
          </w:tcPr>
          <w:p w14:paraId="0053B4C4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5</w:t>
            </w:r>
          </w:p>
        </w:tc>
      </w:tr>
      <w:tr w:rsidR="00137110" w:rsidRPr="00137110" w14:paraId="14B77AF8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10E8CC33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4DEE77C0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5074D591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2D320D32" w14:textId="12DCF3C1" w:rsidR="00254DA1" w:rsidRPr="00137110" w:rsidRDefault="00194784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Elemente de design</w:t>
            </w:r>
          </w:p>
        </w:tc>
        <w:tc>
          <w:tcPr>
            <w:tcW w:w="609" w:type="dxa"/>
            <w:hideMark/>
          </w:tcPr>
          <w:p w14:paraId="7430F1C1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6</w:t>
            </w:r>
          </w:p>
        </w:tc>
      </w:tr>
      <w:tr w:rsidR="00137110" w:rsidRPr="00137110" w14:paraId="33937776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5DF52753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20F293F0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15223089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5BACC325" w14:textId="4D79D1B6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Limbaj tehnic grafic</w:t>
            </w:r>
          </w:p>
        </w:tc>
        <w:tc>
          <w:tcPr>
            <w:tcW w:w="609" w:type="dxa"/>
            <w:hideMark/>
          </w:tcPr>
          <w:p w14:paraId="0DC7584F" w14:textId="77777777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7</w:t>
            </w:r>
          </w:p>
        </w:tc>
      </w:tr>
      <w:tr w:rsidR="00137110" w:rsidRPr="00137110" w14:paraId="4BC8F8A1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3B5ABC84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22FED4D8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2538217C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756962AB" w14:textId="556F1173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Materii prime în industria textilă și pielărie</w:t>
            </w:r>
          </w:p>
        </w:tc>
        <w:tc>
          <w:tcPr>
            <w:tcW w:w="609" w:type="dxa"/>
            <w:hideMark/>
          </w:tcPr>
          <w:p w14:paraId="66FB250B" w14:textId="77777777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8</w:t>
            </w:r>
          </w:p>
        </w:tc>
      </w:tr>
      <w:tr w:rsidR="00137110" w:rsidRPr="00137110" w14:paraId="0108CD6A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77F705F6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5AACA786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2CA3B4F2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1F6165A8" w14:textId="73531D10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Operații tehnologice din industria textilă și pielărie</w:t>
            </w:r>
          </w:p>
        </w:tc>
        <w:tc>
          <w:tcPr>
            <w:tcW w:w="609" w:type="dxa"/>
            <w:hideMark/>
          </w:tcPr>
          <w:p w14:paraId="7685AB48" w14:textId="77777777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9</w:t>
            </w:r>
          </w:p>
        </w:tc>
      </w:tr>
      <w:tr w:rsidR="00137110" w:rsidRPr="00137110" w14:paraId="20D1E13D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49BD107B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752E28A1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06D9AE04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67F576F0" w14:textId="568EE593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Planificarea activității proprii</w:t>
            </w:r>
          </w:p>
        </w:tc>
        <w:tc>
          <w:tcPr>
            <w:tcW w:w="609" w:type="dxa"/>
            <w:hideMark/>
          </w:tcPr>
          <w:p w14:paraId="4EE0CAD3" w14:textId="77777777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10</w:t>
            </w:r>
          </w:p>
        </w:tc>
      </w:tr>
      <w:tr w:rsidR="00137110" w:rsidRPr="00137110" w14:paraId="12994C74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2EBA99CF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47AB59F7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13A72250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0DDC18C7" w14:textId="430A0E7F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Planificarea și organizarea producției</w:t>
            </w:r>
          </w:p>
        </w:tc>
        <w:tc>
          <w:tcPr>
            <w:tcW w:w="609" w:type="dxa"/>
            <w:hideMark/>
          </w:tcPr>
          <w:p w14:paraId="4FAF493B" w14:textId="77777777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11</w:t>
            </w:r>
          </w:p>
        </w:tc>
      </w:tr>
      <w:tr w:rsidR="00137110" w:rsidRPr="00137110" w14:paraId="433E62CD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1E16C6D3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AD64778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3980B6FD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19F8CD12" w14:textId="73DAECA9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Pregătire practică comasată - Curriculum în dezvoltare locală – clasa a X-a</w:t>
            </w:r>
          </w:p>
        </w:tc>
        <w:tc>
          <w:tcPr>
            <w:tcW w:w="609" w:type="dxa"/>
            <w:hideMark/>
          </w:tcPr>
          <w:p w14:paraId="78DFF81D" w14:textId="77777777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12</w:t>
            </w:r>
          </w:p>
        </w:tc>
      </w:tr>
      <w:tr w:rsidR="00137110" w:rsidRPr="00137110" w14:paraId="020940E2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4B612C76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9F38A79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3F143B78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063A3992" w14:textId="742C4424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Procese tehnologice de confecționare</w:t>
            </w:r>
          </w:p>
        </w:tc>
        <w:tc>
          <w:tcPr>
            <w:tcW w:w="609" w:type="dxa"/>
            <w:hideMark/>
          </w:tcPr>
          <w:p w14:paraId="02BF5AC1" w14:textId="77777777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13</w:t>
            </w:r>
          </w:p>
        </w:tc>
      </w:tr>
      <w:tr w:rsidR="00137110" w:rsidRPr="00137110" w14:paraId="7B403754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380ADC5F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13B4F0D1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1F8738A0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21941C88" w14:textId="28F9589C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Procese tehnologice pentru confecționarea produselor vestimentare</w:t>
            </w:r>
          </w:p>
        </w:tc>
        <w:tc>
          <w:tcPr>
            <w:tcW w:w="609" w:type="dxa"/>
            <w:hideMark/>
          </w:tcPr>
          <w:p w14:paraId="4A174F0B" w14:textId="77777777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14</w:t>
            </w:r>
          </w:p>
        </w:tc>
      </w:tr>
      <w:tr w:rsidR="00137110" w:rsidRPr="00137110" w14:paraId="123F6AEF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699785A7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74EF467C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1A6FF5B1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5431377B" w14:textId="18CD4ECC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Procese tehnologice pentru obținerea produselor textile</w:t>
            </w:r>
          </w:p>
        </w:tc>
        <w:tc>
          <w:tcPr>
            <w:tcW w:w="609" w:type="dxa"/>
            <w:hideMark/>
          </w:tcPr>
          <w:p w14:paraId="7F2A3BA7" w14:textId="77777777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15</w:t>
            </w:r>
          </w:p>
        </w:tc>
      </w:tr>
      <w:tr w:rsidR="00137110" w:rsidRPr="00137110" w14:paraId="797FB123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25F610A4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BE937CC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6D0E6D3D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5D81BF29" w14:textId="7EAE71F2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Proiectarea firelor, țesăturilor și tricoturilor</w:t>
            </w:r>
          </w:p>
        </w:tc>
        <w:tc>
          <w:tcPr>
            <w:tcW w:w="609" w:type="dxa"/>
            <w:hideMark/>
          </w:tcPr>
          <w:p w14:paraId="558F676D" w14:textId="77777777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16</w:t>
            </w:r>
          </w:p>
        </w:tc>
      </w:tr>
      <w:tr w:rsidR="00137110" w:rsidRPr="00137110" w14:paraId="67246380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32BB852D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5EF0D3C1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57F88D18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7549C6D4" w14:textId="39EA3793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Proiectarea tiparelor în confecții</w:t>
            </w:r>
          </w:p>
        </w:tc>
        <w:tc>
          <w:tcPr>
            <w:tcW w:w="609" w:type="dxa"/>
            <w:hideMark/>
          </w:tcPr>
          <w:p w14:paraId="2A5DAF8C" w14:textId="77777777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17</w:t>
            </w:r>
          </w:p>
        </w:tc>
      </w:tr>
      <w:tr w:rsidR="00137110" w:rsidRPr="00137110" w14:paraId="5BAD2A0A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7A0A16F0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701EF589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6EBE8ED0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1F79C01E" w14:textId="77777777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Sănătatea și securitatea muncii și protecția mediului în industria textilă și pielărie</w:t>
            </w:r>
          </w:p>
        </w:tc>
        <w:tc>
          <w:tcPr>
            <w:tcW w:w="609" w:type="dxa"/>
            <w:hideMark/>
          </w:tcPr>
          <w:p w14:paraId="1CCC10CC" w14:textId="77777777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18</w:t>
            </w:r>
          </w:p>
        </w:tc>
      </w:tr>
      <w:tr w:rsidR="00137110" w:rsidRPr="00137110" w14:paraId="4152EE10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1D32A9DC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3BAB29CD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306F5EE3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3B97F3E5" w14:textId="77777777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Schițe pentru produse vestimentare și accesorii</w:t>
            </w:r>
          </w:p>
        </w:tc>
        <w:tc>
          <w:tcPr>
            <w:tcW w:w="609" w:type="dxa"/>
            <w:hideMark/>
          </w:tcPr>
          <w:p w14:paraId="4F747254" w14:textId="77777777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19</w:t>
            </w:r>
          </w:p>
        </w:tc>
      </w:tr>
      <w:tr w:rsidR="00137110" w:rsidRPr="00137110" w14:paraId="45F2737F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2583A4B8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4652F691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77C9FCB4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1AF0720A" w14:textId="7A156038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Stagii de pregătire practică - Curriculum în dezvoltare locală – clasa a IX-a</w:t>
            </w:r>
          </w:p>
        </w:tc>
        <w:tc>
          <w:tcPr>
            <w:tcW w:w="609" w:type="dxa"/>
            <w:hideMark/>
          </w:tcPr>
          <w:p w14:paraId="1553ABCC" w14:textId="77777777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20</w:t>
            </w:r>
          </w:p>
        </w:tc>
      </w:tr>
      <w:tr w:rsidR="00194784" w:rsidRPr="00137110" w14:paraId="515D62E7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0145A66F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80E94E3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1272BAE2" w14:textId="77777777" w:rsidR="00194784" w:rsidRPr="00137110" w:rsidRDefault="00194784" w:rsidP="00194784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56783D0D" w14:textId="4C18933E" w:rsidR="00194784" w:rsidRPr="00137110" w:rsidRDefault="00194784" w:rsidP="0019478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Tipare pentru produse vestimentare și accesorii</w:t>
            </w:r>
          </w:p>
        </w:tc>
        <w:tc>
          <w:tcPr>
            <w:tcW w:w="609" w:type="dxa"/>
            <w:hideMark/>
          </w:tcPr>
          <w:p w14:paraId="5DCB0A77" w14:textId="77777777" w:rsidR="00194784" w:rsidRPr="00137110" w:rsidRDefault="00194784" w:rsidP="00194784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21</w:t>
            </w:r>
          </w:p>
        </w:tc>
      </w:tr>
    </w:tbl>
    <w:p w14:paraId="65D59686" w14:textId="77777777" w:rsidR="00194784" w:rsidRPr="00137110" w:rsidRDefault="00194784">
      <w:pPr>
        <w:rPr>
          <w:color w:val="000000" w:themeColor="text1"/>
        </w:rPr>
      </w:pPr>
    </w:p>
    <w:p w14:paraId="2D9CC6AA" w14:textId="77777777" w:rsidR="00254DA1" w:rsidRPr="00137110" w:rsidRDefault="00254DA1" w:rsidP="00CD3AE6">
      <w:pPr>
        <w:rPr>
          <w:color w:val="000000" w:themeColor="text1"/>
        </w:rPr>
      </w:pPr>
      <w:r w:rsidRPr="00137110">
        <w:rPr>
          <w:color w:val="000000" w:themeColor="text1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6"/>
        <w:gridCol w:w="1347"/>
        <w:gridCol w:w="1878"/>
        <w:gridCol w:w="3732"/>
        <w:gridCol w:w="609"/>
      </w:tblGrid>
      <w:tr w:rsidR="00137110" w:rsidRPr="00137110" w14:paraId="0CFD1B4B" w14:textId="77777777" w:rsidTr="00CD3AE6">
        <w:trPr>
          <w:trHeight w:val="20"/>
          <w:tblHeader/>
        </w:trPr>
        <w:tc>
          <w:tcPr>
            <w:tcW w:w="1496" w:type="dxa"/>
            <w:shd w:val="clear" w:color="auto" w:fill="EDEDED" w:themeFill="accent3" w:themeFillTint="33"/>
            <w:vAlign w:val="center"/>
            <w:hideMark/>
          </w:tcPr>
          <w:p w14:paraId="021CD0AB" w14:textId="7C92FA64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Nivel</w:t>
            </w:r>
          </w:p>
        </w:tc>
        <w:tc>
          <w:tcPr>
            <w:tcW w:w="1347" w:type="dxa"/>
            <w:shd w:val="clear" w:color="auto" w:fill="EDEDED" w:themeFill="accent3" w:themeFillTint="33"/>
            <w:vAlign w:val="center"/>
            <w:hideMark/>
          </w:tcPr>
          <w:p w14:paraId="267DD80F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Domeniul</w:t>
            </w:r>
          </w:p>
        </w:tc>
        <w:tc>
          <w:tcPr>
            <w:tcW w:w="1878" w:type="dxa"/>
            <w:shd w:val="clear" w:color="auto" w:fill="EDEDED" w:themeFill="accent3" w:themeFillTint="33"/>
            <w:vAlign w:val="center"/>
            <w:hideMark/>
          </w:tcPr>
          <w:p w14:paraId="44D68A2C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3732" w:type="dxa"/>
            <w:shd w:val="clear" w:color="auto" w:fill="EDEDED" w:themeFill="accent3" w:themeFillTint="33"/>
            <w:vAlign w:val="center"/>
            <w:hideMark/>
          </w:tcPr>
          <w:p w14:paraId="757F98D7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609" w:type="dxa"/>
            <w:vMerge w:val="restart"/>
            <w:shd w:val="clear" w:color="auto" w:fill="EDEDED" w:themeFill="accent3" w:themeFillTint="33"/>
            <w:vAlign w:val="center"/>
            <w:hideMark/>
          </w:tcPr>
          <w:p w14:paraId="3B176EA9" w14:textId="77777777" w:rsidR="00514A62" w:rsidRPr="00137110" w:rsidRDefault="00514A62" w:rsidP="00AF0F02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Nr. crt.</w:t>
            </w:r>
          </w:p>
        </w:tc>
      </w:tr>
      <w:tr w:rsidR="00137110" w:rsidRPr="00137110" w14:paraId="44C0A8BC" w14:textId="77777777" w:rsidTr="00CD3AE6">
        <w:trPr>
          <w:trHeight w:val="20"/>
          <w:tblHeader/>
        </w:trPr>
        <w:tc>
          <w:tcPr>
            <w:tcW w:w="1496" w:type="dxa"/>
            <w:shd w:val="clear" w:color="auto" w:fill="EDEDED" w:themeFill="accent3" w:themeFillTint="33"/>
            <w:vAlign w:val="center"/>
            <w:hideMark/>
          </w:tcPr>
          <w:p w14:paraId="650CD42D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Învățământ profesional</w:t>
            </w:r>
          </w:p>
        </w:tc>
        <w:tc>
          <w:tcPr>
            <w:tcW w:w="1347" w:type="dxa"/>
            <w:shd w:val="clear" w:color="auto" w:fill="EDEDED" w:themeFill="accent3" w:themeFillTint="33"/>
            <w:vAlign w:val="center"/>
            <w:hideMark/>
          </w:tcPr>
          <w:p w14:paraId="3834AA93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5. Industrie textilă și pielărie</w:t>
            </w:r>
          </w:p>
        </w:tc>
        <w:tc>
          <w:tcPr>
            <w:tcW w:w="1878" w:type="dxa"/>
            <w:shd w:val="clear" w:color="auto" w:fill="EDEDED" w:themeFill="accent3" w:themeFillTint="33"/>
            <w:vAlign w:val="center"/>
            <w:hideMark/>
          </w:tcPr>
          <w:p w14:paraId="57809647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5.2. Textile/ Tricotaje și confecții textile, finisaj textil</w:t>
            </w:r>
          </w:p>
        </w:tc>
        <w:tc>
          <w:tcPr>
            <w:tcW w:w="3732" w:type="dxa"/>
            <w:shd w:val="clear" w:color="auto" w:fill="EDEDED" w:themeFill="accent3" w:themeFillTint="33"/>
            <w:vAlign w:val="center"/>
            <w:hideMark/>
          </w:tcPr>
          <w:p w14:paraId="7B120991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ANEXA 5.2</w:t>
            </w:r>
          </w:p>
        </w:tc>
        <w:tc>
          <w:tcPr>
            <w:tcW w:w="609" w:type="dxa"/>
            <w:vMerge/>
            <w:shd w:val="clear" w:color="auto" w:fill="EDEDED" w:themeFill="accent3" w:themeFillTint="33"/>
            <w:vAlign w:val="center"/>
            <w:hideMark/>
          </w:tcPr>
          <w:p w14:paraId="7E05EF77" w14:textId="727E36CE" w:rsidR="00514A62" w:rsidRPr="00137110" w:rsidRDefault="00514A62" w:rsidP="00AF0F02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137110" w:rsidRPr="00137110" w14:paraId="15E1EE9D" w14:textId="77777777" w:rsidTr="00CD3AE6">
        <w:trPr>
          <w:trHeight w:val="20"/>
        </w:trPr>
        <w:tc>
          <w:tcPr>
            <w:tcW w:w="1496" w:type="dxa"/>
            <w:vMerge w:val="restart"/>
            <w:hideMark/>
          </w:tcPr>
          <w:p w14:paraId="2E15FB8E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1347" w:type="dxa"/>
            <w:vMerge w:val="restart"/>
            <w:hideMark/>
          </w:tcPr>
          <w:p w14:paraId="1C604676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1878" w:type="dxa"/>
            <w:vMerge w:val="restart"/>
            <w:hideMark/>
          </w:tcPr>
          <w:p w14:paraId="347BE879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3732" w:type="dxa"/>
            <w:hideMark/>
          </w:tcPr>
          <w:p w14:paraId="10922800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Apretarea materialelor textile</w:t>
            </w:r>
          </w:p>
        </w:tc>
        <w:tc>
          <w:tcPr>
            <w:tcW w:w="609" w:type="dxa"/>
            <w:hideMark/>
          </w:tcPr>
          <w:p w14:paraId="52154AC3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</w:t>
            </w:r>
          </w:p>
        </w:tc>
      </w:tr>
      <w:tr w:rsidR="00137110" w:rsidRPr="00137110" w14:paraId="3A8680BA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178BB35C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56C9E58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13039294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0B1AEDDE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Colorarea materialelor textile</w:t>
            </w:r>
          </w:p>
        </w:tc>
        <w:tc>
          <w:tcPr>
            <w:tcW w:w="609" w:type="dxa"/>
            <w:hideMark/>
          </w:tcPr>
          <w:p w14:paraId="232416AC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</w:t>
            </w:r>
          </w:p>
        </w:tc>
      </w:tr>
      <w:tr w:rsidR="00137110" w:rsidRPr="00137110" w14:paraId="3FB67157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55053AE8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44B1C03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72286B20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13A2A6B6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Confecționarea produselor de îmbrăcăminte</w:t>
            </w:r>
          </w:p>
        </w:tc>
        <w:tc>
          <w:tcPr>
            <w:tcW w:w="609" w:type="dxa"/>
            <w:hideMark/>
          </w:tcPr>
          <w:p w14:paraId="61E23FCC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3</w:t>
            </w:r>
          </w:p>
        </w:tc>
      </w:tr>
      <w:tr w:rsidR="00137110" w:rsidRPr="00137110" w14:paraId="5B39B4DF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5526F696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52CECC7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62876B6A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0030AE75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Confecționarea produselor textile</w:t>
            </w:r>
          </w:p>
        </w:tc>
        <w:tc>
          <w:tcPr>
            <w:tcW w:w="609" w:type="dxa"/>
            <w:hideMark/>
          </w:tcPr>
          <w:p w14:paraId="66A17606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4</w:t>
            </w:r>
          </w:p>
        </w:tc>
      </w:tr>
      <w:tr w:rsidR="00137110" w:rsidRPr="00137110" w14:paraId="69DBA3E1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4FDCBE6E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2825F9F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3E9B328D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62EF1241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Construirea tiparelor</w:t>
            </w:r>
          </w:p>
        </w:tc>
        <w:tc>
          <w:tcPr>
            <w:tcW w:w="609" w:type="dxa"/>
            <w:hideMark/>
          </w:tcPr>
          <w:p w14:paraId="089C28F3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5</w:t>
            </w:r>
          </w:p>
        </w:tc>
      </w:tr>
      <w:tr w:rsidR="00137110" w:rsidRPr="00137110" w14:paraId="5D31444E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2A2AD205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47C7D724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58956B4D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77424009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Elemente de design</w:t>
            </w:r>
          </w:p>
        </w:tc>
        <w:tc>
          <w:tcPr>
            <w:tcW w:w="609" w:type="dxa"/>
            <w:hideMark/>
          </w:tcPr>
          <w:p w14:paraId="439F9C05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6</w:t>
            </w:r>
          </w:p>
        </w:tc>
      </w:tr>
      <w:tr w:rsidR="00137110" w:rsidRPr="00137110" w14:paraId="370DD2DF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46165208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155D3BF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34A9343C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5A45A036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Finisarea produselor confecționate</w:t>
            </w:r>
          </w:p>
        </w:tc>
        <w:tc>
          <w:tcPr>
            <w:tcW w:w="609" w:type="dxa"/>
            <w:hideMark/>
          </w:tcPr>
          <w:p w14:paraId="3C201D38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7</w:t>
            </w:r>
          </w:p>
        </w:tc>
      </w:tr>
      <w:tr w:rsidR="00137110" w:rsidRPr="00137110" w14:paraId="2E11C3EF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285F9393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75AD2AB7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0F4CB727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0D1B12A3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Limbaj tehnic grafic</w:t>
            </w:r>
          </w:p>
        </w:tc>
        <w:tc>
          <w:tcPr>
            <w:tcW w:w="609" w:type="dxa"/>
            <w:hideMark/>
          </w:tcPr>
          <w:p w14:paraId="62A6A4EB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8</w:t>
            </w:r>
          </w:p>
        </w:tc>
      </w:tr>
      <w:tr w:rsidR="00137110" w:rsidRPr="00137110" w14:paraId="6FA48F67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7A966543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76B7B971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015218DE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4590B704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Materii prime în industria textilă și pielărie</w:t>
            </w:r>
          </w:p>
        </w:tc>
        <w:tc>
          <w:tcPr>
            <w:tcW w:w="609" w:type="dxa"/>
            <w:hideMark/>
          </w:tcPr>
          <w:p w14:paraId="5BCA0166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9</w:t>
            </w:r>
          </w:p>
        </w:tc>
      </w:tr>
      <w:tr w:rsidR="00137110" w:rsidRPr="00137110" w14:paraId="3756B41F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171E4B18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0033A81F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58C55CEA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268A6AEE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Operații tehnologice din industria textilă și pielărie</w:t>
            </w:r>
          </w:p>
        </w:tc>
        <w:tc>
          <w:tcPr>
            <w:tcW w:w="609" w:type="dxa"/>
            <w:hideMark/>
          </w:tcPr>
          <w:p w14:paraId="2735003C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10</w:t>
            </w:r>
          </w:p>
        </w:tc>
      </w:tr>
      <w:tr w:rsidR="00137110" w:rsidRPr="00137110" w14:paraId="29C5BDF4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1448D731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497422AE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076349AD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070E2ADF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Planificarea activității proprii</w:t>
            </w:r>
          </w:p>
        </w:tc>
        <w:tc>
          <w:tcPr>
            <w:tcW w:w="609" w:type="dxa"/>
            <w:hideMark/>
          </w:tcPr>
          <w:p w14:paraId="458F6941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11</w:t>
            </w:r>
          </w:p>
        </w:tc>
      </w:tr>
      <w:tr w:rsidR="00137110" w:rsidRPr="00137110" w14:paraId="5F23B2D0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2214FD3A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1A436DC5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27D6CDEC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76A6A8C7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Pregătirea firelor pentru tricotare</w:t>
            </w:r>
          </w:p>
        </w:tc>
        <w:tc>
          <w:tcPr>
            <w:tcW w:w="609" w:type="dxa"/>
            <w:hideMark/>
          </w:tcPr>
          <w:p w14:paraId="72A5D685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12</w:t>
            </w:r>
          </w:p>
        </w:tc>
      </w:tr>
      <w:tr w:rsidR="00137110" w:rsidRPr="00137110" w14:paraId="4161ED06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778FB132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5E8DD0FC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01973D46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22166539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Pregătirea materialelor textile în vederea finisării</w:t>
            </w:r>
          </w:p>
        </w:tc>
        <w:tc>
          <w:tcPr>
            <w:tcW w:w="609" w:type="dxa"/>
            <w:hideMark/>
          </w:tcPr>
          <w:p w14:paraId="5035F76D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13</w:t>
            </w:r>
          </w:p>
        </w:tc>
      </w:tr>
      <w:tr w:rsidR="00137110" w:rsidRPr="00137110" w14:paraId="1B26B110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64CEC7DC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BD6241A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1133E9D7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0F9EA244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Pregătirea și croirea materialelor</w:t>
            </w:r>
          </w:p>
        </w:tc>
        <w:tc>
          <w:tcPr>
            <w:tcW w:w="609" w:type="dxa"/>
            <w:hideMark/>
          </w:tcPr>
          <w:p w14:paraId="53C3D747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14</w:t>
            </w:r>
          </w:p>
        </w:tc>
      </w:tr>
      <w:tr w:rsidR="00137110" w:rsidRPr="00137110" w14:paraId="4F32426B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3663665D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1E5AD66D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1DE0E8DE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58525B3F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Pregătirea țesăturilor și tricoturilor pentru confecționare</w:t>
            </w:r>
          </w:p>
        </w:tc>
        <w:tc>
          <w:tcPr>
            <w:tcW w:w="609" w:type="dxa"/>
            <w:hideMark/>
          </w:tcPr>
          <w:p w14:paraId="6A836E7B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15</w:t>
            </w:r>
          </w:p>
        </w:tc>
      </w:tr>
      <w:tr w:rsidR="00137110" w:rsidRPr="00137110" w14:paraId="7E5D0B82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562AE5A0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46B81466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1EF36EC3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7BED0348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Sănătatea și securitatea muncii și protecția mediului în industria textilă și pielărie</w:t>
            </w:r>
          </w:p>
        </w:tc>
        <w:tc>
          <w:tcPr>
            <w:tcW w:w="609" w:type="dxa"/>
            <w:hideMark/>
          </w:tcPr>
          <w:p w14:paraId="4EA3D632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16</w:t>
            </w:r>
          </w:p>
        </w:tc>
      </w:tr>
      <w:tr w:rsidR="00137110" w:rsidRPr="00137110" w14:paraId="1D389776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528F8824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766A81D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684C54F9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5364B8A3" w14:textId="3A64FDE2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 xml:space="preserve">Stagii de pregătire practică - Curriculum în dezvoltare locală </w:t>
            </w:r>
            <w:r w:rsidR="00AF0F02" w:rsidRPr="00137110">
              <w:rPr>
                <w:color w:val="000000" w:themeColor="text1"/>
              </w:rPr>
              <w:t>–</w:t>
            </w:r>
            <w:r w:rsidRPr="00137110">
              <w:rPr>
                <w:color w:val="000000" w:themeColor="text1"/>
              </w:rPr>
              <w:t xml:space="preserve"> </w:t>
            </w:r>
            <w:r w:rsidR="00AF0F02" w:rsidRPr="00137110">
              <w:rPr>
                <w:color w:val="000000" w:themeColor="text1"/>
              </w:rPr>
              <w:t xml:space="preserve">clasa a </w:t>
            </w:r>
            <w:r w:rsidRPr="00137110">
              <w:rPr>
                <w:color w:val="000000" w:themeColor="text1"/>
              </w:rPr>
              <w:t>IX</w:t>
            </w:r>
            <w:r w:rsidR="00AF0F02" w:rsidRPr="00137110">
              <w:rPr>
                <w:color w:val="000000" w:themeColor="text1"/>
              </w:rPr>
              <w:t>-a</w:t>
            </w:r>
          </w:p>
        </w:tc>
        <w:tc>
          <w:tcPr>
            <w:tcW w:w="609" w:type="dxa"/>
            <w:hideMark/>
          </w:tcPr>
          <w:p w14:paraId="5A0C196F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17</w:t>
            </w:r>
          </w:p>
        </w:tc>
      </w:tr>
      <w:tr w:rsidR="00137110" w:rsidRPr="00137110" w14:paraId="41EC6252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1F173F12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59DB47AA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4C593274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14F162FC" w14:textId="2F7F9643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 xml:space="preserve">Stagiu de pregătire practică – Curriculum în dezvoltare locală </w:t>
            </w:r>
            <w:r w:rsidR="00AF0F02" w:rsidRPr="00137110">
              <w:rPr>
                <w:color w:val="000000" w:themeColor="text1"/>
              </w:rPr>
              <w:t>–</w:t>
            </w:r>
            <w:r w:rsidRPr="00137110">
              <w:rPr>
                <w:color w:val="000000" w:themeColor="text1"/>
              </w:rPr>
              <w:t xml:space="preserve"> </w:t>
            </w:r>
            <w:r w:rsidR="00AF0F02" w:rsidRPr="00137110">
              <w:rPr>
                <w:color w:val="000000" w:themeColor="text1"/>
              </w:rPr>
              <w:t xml:space="preserve">clasa a </w:t>
            </w:r>
            <w:r w:rsidRPr="00137110">
              <w:rPr>
                <w:color w:val="000000" w:themeColor="text1"/>
              </w:rPr>
              <w:t>X</w:t>
            </w:r>
            <w:r w:rsidR="00AF0F02" w:rsidRPr="00137110">
              <w:rPr>
                <w:color w:val="000000" w:themeColor="text1"/>
              </w:rPr>
              <w:t>-a</w:t>
            </w:r>
          </w:p>
        </w:tc>
        <w:tc>
          <w:tcPr>
            <w:tcW w:w="609" w:type="dxa"/>
            <w:hideMark/>
          </w:tcPr>
          <w:p w14:paraId="0B6F2508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18</w:t>
            </w:r>
          </w:p>
        </w:tc>
      </w:tr>
      <w:tr w:rsidR="00137110" w:rsidRPr="00137110" w14:paraId="52A6C75E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2484C965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152EE6DC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435B3E1E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1E6AE795" w14:textId="394C9191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 xml:space="preserve">Stagiu de pregătire practică – Curriculum în dezvoltare locală </w:t>
            </w:r>
            <w:r w:rsidR="00AF0F02" w:rsidRPr="00137110">
              <w:rPr>
                <w:color w:val="000000" w:themeColor="text1"/>
              </w:rPr>
              <w:t>–</w:t>
            </w:r>
            <w:r w:rsidRPr="00137110">
              <w:rPr>
                <w:color w:val="000000" w:themeColor="text1"/>
              </w:rPr>
              <w:t xml:space="preserve"> </w:t>
            </w:r>
            <w:r w:rsidR="00AF0F02" w:rsidRPr="00137110">
              <w:rPr>
                <w:color w:val="000000" w:themeColor="text1"/>
              </w:rPr>
              <w:t xml:space="preserve">clasa a </w:t>
            </w:r>
            <w:r w:rsidRPr="00137110">
              <w:rPr>
                <w:color w:val="000000" w:themeColor="text1"/>
              </w:rPr>
              <w:t>XI</w:t>
            </w:r>
            <w:r w:rsidR="00AF0F02" w:rsidRPr="00137110">
              <w:rPr>
                <w:color w:val="000000" w:themeColor="text1"/>
              </w:rPr>
              <w:t>-a</w:t>
            </w:r>
          </w:p>
        </w:tc>
        <w:tc>
          <w:tcPr>
            <w:tcW w:w="609" w:type="dxa"/>
            <w:hideMark/>
          </w:tcPr>
          <w:p w14:paraId="0642FB13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19</w:t>
            </w:r>
          </w:p>
        </w:tc>
      </w:tr>
      <w:tr w:rsidR="00137110" w:rsidRPr="00137110" w14:paraId="48B73D6E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633B3537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7175778A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4277CCF0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08FDEAEF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Tricotarea pe mașini circulare de tricotat</w:t>
            </w:r>
          </w:p>
        </w:tc>
        <w:tc>
          <w:tcPr>
            <w:tcW w:w="609" w:type="dxa"/>
            <w:hideMark/>
          </w:tcPr>
          <w:p w14:paraId="102A7AD7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20</w:t>
            </w:r>
          </w:p>
        </w:tc>
      </w:tr>
      <w:tr w:rsidR="00254DA1" w:rsidRPr="00137110" w14:paraId="6C009B7C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38BC8F0F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34C91415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2114371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1F92D99B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Tricotarea pe mașini rectilinii de tricotat</w:t>
            </w:r>
          </w:p>
        </w:tc>
        <w:tc>
          <w:tcPr>
            <w:tcW w:w="609" w:type="dxa"/>
            <w:hideMark/>
          </w:tcPr>
          <w:p w14:paraId="5FB2DE22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21</w:t>
            </w:r>
          </w:p>
        </w:tc>
      </w:tr>
    </w:tbl>
    <w:p w14:paraId="6F096EE0" w14:textId="77777777" w:rsidR="00254DA1" w:rsidRPr="00137110" w:rsidRDefault="00254DA1" w:rsidP="00CD3AE6">
      <w:pPr>
        <w:rPr>
          <w:color w:val="000000" w:themeColor="text1"/>
        </w:rPr>
      </w:pPr>
    </w:p>
    <w:p w14:paraId="1817AE36" w14:textId="77777777" w:rsidR="00254DA1" w:rsidRPr="00137110" w:rsidRDefault="00254DA1" w:rsidP="00CD3AE6">
      <w:pPr>
        <w:rPr>
          <w:color w:val="000000" w:themeColor="text1"/>
        </w:rPr>
      </w:pPr>
      <w:r w:rsidRPr="00137110">
        <w:rPr>
          <w:color w:val="000000" w:themeColor="text1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6"/>
        <w:gridCol w:w="1347"/>
        <w:gridCol w:w="1878"/>
        <w:gridCol w:w="3732"/>
        <w:gridCol w:w="609"/>
      </w:tblGrid>
      <w:tr w:rsidR="00137110" w:rsidRPr="00137110" w14:paraId="091DBAC5" w14:textId="77777777" w:rsidTr="00CD3AE6">
        <w:trPr>
          <w:trHeight w:val="20"/>
          <w:tblHeader/>
        </w:trPr>
        <w:tc>
          <w:tcPr>
            <w:tcW w:w="1496" w:type="dxa"/>
            <w:shd w:val="clear" w:color="auto" w:fill="EDEDED" w:themeFill="accent3" w:themeFillTint="33"/>
            <w:vAlign w:val="center"/>
            <w:hideMark/>
          </w:tcPr>
          <w:p w14:paraId="6E59DBC8" w14:textId="57EF72E5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Nivel</w:t>
            </w:r>
          </w:p>
        </w:tc>
        <w:tc>
          <w:tcPr>
            <w:tcW w:w="1347" w:type="dxa"/>
            <w:shd w:val="clear" w:color="auto" w:fill="EDEDED" w:themeFill="accent3" w:themeFillTint="33"/>
            <w:vAlign w:val="center"/>
            <w:hideMark/>
          </w:tcPr>
          <w:p w14:paraId="08516BB0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Domeniul</w:t>
            </w:r>
          </w:p>
        </w:tc>
        <w:tc>
          <w:tcPr>
            <w:tcW w:w="1878" w:type="dxa"/>
            <w:shd w:val="clear" w:color="auto" w:fill="EDEDED" w:themeFill="accent3" w:themeFillTint="33"/>
            <w:vAlign w:val="center"/>
            <w:hideMark/>
          </w:tcPr>
          <w:p w14:paraId="369D054C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3732" w:type="dxa"/>
            <w:shd w:val="clear" w:color="auto" w:fill="EDEDED" w:themeFill="accent3" w:themeFillTint="33"/>
            <w:vAlign w:val="center"/>
            <w:hideMark/>
          </w:tcPr>
          <w:p w14:paraId="40E0FD97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609" w:type="dxa"/>
            <w:vMerge w:val="restart"/>
            <w:shd w:val="clear" w:color="auto" w:fill="EDEDED" w:themeFill="accent3" w:themeFillTint="33"/>
            <w:vAlign w:val="center"/>
            <w:hideMark/>
          </w:tcPr>
          <w:p w14:paraId="126D608D" w14:textId="77777777" w:rsidR="00514A62" w:rsidRPr="00137110" w:rsidRDefault="00514A62" w:rsidP="00AF0F02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Nr. crt.</w:t>
            </w:r>
          </w:p>
        </w:tc>
      </w:tr>
      <w:tr w:rsidR="00137110" w:rsidRPr="00137110" w14:paraId="291AEA3D" w14:textId="77777777" w:rsidTr="00CD3AE6">
        <w:trPr>
          <w:trHeight w:val="20"/>
          <w:tblHeader/>
        </w:trPr>
        <w:tc>
          <w:tcPr>
            <w:tcW w:w="1496" w:type="dxa"/>
            <w:shd w:val="clear" w:color="auto" w:fill="EDEDED" w:themeFill="accent3" w:themeFillTint="33"/>
            <w:vAlign w:val="center"/>
            <w:hideMark/>
          </w:tcPr>
          <w:p w14:paraId="5492DE39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Stagii de pregătire practică</w:t>
            </w:r>
          </w:p>
        </w:tc>
        <w:tc>
          <w:tcPr>
            <w:tcW w:w="1347" w:type="dxa"/>
            <w:shd w:val="clear" w:color="auto" w:fill="EDEDED" w:themeFill="accent3" w:themeFillTint="33"/>
            <w:vAlign w:val="center"/>
            <w:hideMark/>
          </w:tcPr>
          <w:p w14:paraId="21641590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5. Industrie textilă și pielărie</w:t>
            </w:r>
          </w:p>
        </w:tc>
        <w:tc>
          <w:tcPr>
            <w:tcW w:w="1878" w:type="dxa"/>
            <w:shd w:val="clear" w:color="auto" w:fill="EDEDED" w:themeFill="accent3" w:themeFillTint="33"/>
            <w:vAlign w:val="center"/>
            <w:hideMark/>
          </w:tcPr>
          <w:p w14:paraId="179BFB86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5.2. Textile/ Tricotaje și confecții textile, finisaj textil</w:t>
            </w:r>
          </w:p>
        </w:tc>
        <w:tc>
          <w:tcPr>
            <w:tcW w:w="3732" w:type="dxa"/>
            <w:shd w:val="clear" w:color="auto" w:fill="EDEDED" w:themeFill="accent3" w:themeFillTint="33"/>
            <w:vAlign w:val="center"/>
            <w:hideMark/>
          </w:tcPr>
          <w:p w14:paraId="560CFEB9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ANEXA 5.2</w:t>
            </w:r>
          </w:p>
        </w:tc>
        <w:tc>
          <w:tcPr>
            <w:tcW w:w="609" w:type="dxa"/>
            <w:vMerge/>
            <w:shd w:val="clear" w:color="auto" w:fill="EDEDED" w:themeFill="accent3" w:themeFillTint="33"/>
            <w:vAlign w:val="center"/>
            <w:hideMark/>
          </w:tcPr>
          <w:p w14:paraId="4B94DE24" w14:textId="5F82FA1F" w:rsidR="00514A62" w:rsidRPr="00137110" w:rsidRDefault="00514A62" w:rsidP="00AF0F02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137110" w:rsidRPr="00137110" w14:paraId="4C910834" w14:textId="77777777" w:rsidTr="00CD3AE6">
        <w:trPr>
          <w:trHeight w:val="20"/>
        </w:trPr>
        <w:tc>
          <w:tcPr>
            <w:tcW w:w="1496" w:type="dxa"/>
            <w:vMerge w:val="restart"/>
            <w:hideMark/>
          </w:tcPr>
          <w:p w14:paraId="0898F3DD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1347" w:type="dxa"/>
            <w:vMerge w:val="restart"/>
            <w:hideMark/>
          </w:tcPr>
          <w:p w14:paraId="6ED0269F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1878" w:type="dxa"/>
            <w:vMerge w:val="restart"/>
            <w:hideMark/>
          </w:tcPr>
          <w:p w14:paraId="42668A96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3732" w:type="dxa"/>
            <w:hideMark/>
          </w:tcPr>
          <w:p w14:paraId="72DF7AD3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Apretarea materialelor textile</w:t>
            </w:r>
          </w:p>
        </w:tc>
        <w:tc>
          <w:tcPr>
            <w:tcW w:w="609" w:type="dxa"/>
            <w:hideMark/>
          </w:tcPr>
          <w:p w14:paraId="0277E4CC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</w:t>
            </w:r>
          </w:p>
        </w:tc>
      </w:tr>
      <w:tr w:rsidR="00137110" w:rsidRPr="00137110" w14:paraId="45CA8A57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72F47F2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28BF8205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55EBB4C9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4E835AFC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Colorarea materialelor textile</w:t>
            </w:r>
          </w:p>
        </w:tc>
        <w:tc>
          <w:tcPr>
            <w:tcW w:w="609" w:type="dxa"/>
            <w:hideMark/>
          </w:tcPr>
          <w:p w14:paraId="204658D4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</w:t>
            </w:r>
          </w:p>
        </w:tc>
      </w:tr>
      <w:tr w:rsidR="00137110" w:rsidRPr="00137110" w14:paraId="306B59D7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062A16D5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17BA9A16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6CB5F403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1B5F15DF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Confecționarea produselor de îmbrăcăminte</w:t>
            </w:r>
          </w:p>
        </w:tc>
        <w:tc>
          <w:tcPr>
            <w:tcW w:w="609" w:type="dxa"/>
            <w:hideMark/>
          </w:tcPr>
          <w:p w14:paraId="29D6CC60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3</w:t>
            </w:r>
          </w:p>
        </w:tc>
      </w:tr>
      <w:tr w:rsidR="00137110" w:rsidRPr="00137110" w14:paraId="3FADA46F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21625437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544583E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09E2A238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5675FBA2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Confecționarea produselor textile</w:t>
            </w:r>
          </w:p>
        </w:tc>
        <w:tc>
          <w:tcPr>
            <w:tcW w:w="609" w:type="dxa"/>
            <w:hideMark/>
          </w:tcPr>
          <w:p w14:paraId="07436606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4</w:t>
            </w:r>
          </w:p>
        </w:tc>
      </w:tr>
      <w:tr w:rsidR="00137110" w:rsidRPr="00137110" w14:paraId="49CCA103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038A0F45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2786E7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4133492A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678A99FC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Construirea tiparelor</w:t>
            </w:r>
          </w:p>
        </w:tc>
        <w:tc>
          <w:tcPr>
            <w:tcW w:w="609" w:type="dxa"/>
            <w:hideMark/>
          </w:tcPr>
          <w:p w14:paraId="4B424E8F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5</w:t>
            </w:r>
          </w:p>
        </w:tc>
      </w:tr>
      <w:tr w:rsidR="00137110" w:rsidRPr="00137110" w14:paraId="3F70D79D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4A49BA7E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09845BC7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35C19944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5F21937A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Finisarea produselor confecționate</w:t>
            </w:r>
          </w:p>
        </w:tc>
        <w:tc>
          <w:tcPr>
            <w:tcW w:w="609" w:type="dxa"/>
            <w:hideMark/>
          </w:tcPr>
          <w:p w14:paraId="26239DFE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6</w:t>
            </w:r>
          </w:p>
        </w:tc>
      </w:tr>
      <w:tr w:rsidR="00137110" w:rsidRPr="00137110" w14:paraId="1AB3DD65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670C80A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5B109C5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53D0A8C0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06E6B3F5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Pregătirea firelor pentru tricotare</w:t>
            </w:r>
          </w:p>
        </w:tc>
        <w:tc>
          <w:tcPr>
            <w:tcW w:w="609" w:type="dxa"/>
            <w:hideMark/>
          </w:tcPr>
          <w:p w14:paraId="5B926830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7</w:t>
            </w:r>
          </w:p>
        </w:tc>
      </w:tr>
      <w:tr w:rsidR="00137110" w:rsidRPr="00137110" w14:paraId="0AF5F875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01412B03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3C1BB1DC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0D831F5D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7A56FAF0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Pregătirea materialelor textile în vederea finisării</w:t>
            </w:r>
          </w:p>
        </w:tc>
        <w:tc>
          <w:tcPr>
            <w:tcW w:w="609" w:type="dxa"/>
            <w:hideMark/>
          </w:tcPr>
          <w:p w14:paraId="75E5C651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8</w:t>
            </w:r>
          </w:p>
        </w:tc>
      </w:tr>
      <w:tr w:rsidR="00137110" w:rsidRPr="00137110" w14:paraId="5DFC9FFA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19494AB1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2BC325E5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78918181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01221E5D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Pregătirea și croirea materialelor</w:t>
            </w:r>
          </w:p>
        </w:tc>
        <w:tc>
          <w:tcPr>
            <w:tcW w:w="609" w:type="dxa"/>
            <w:hideMark/>
          </w:tcPr>
          <w:p w14:paraId="14F389DD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9</w:t>
            </w:r>
          </w:p>
        </w:tc>
      </w:tr>
      <w:tr w:rsidR="00137110" w:rsidRPr="00137110" w14:paraId="5AE50E1C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3F92241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47FFFB7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1D81FC81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1EC09F5B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Pregătirea țesăturilor și tricoturilor pentru confecționare</w:t>
            </w:r>
          </w:p>
        </w:tc>
        <w:tc>
          <w:tcPr>
            <w:tcW w:w="609" w:type="dxa"/>
            <w:hideMark/>
          </w:tcPr>
          <w:p w14:paraId="5EAE2C44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10</w:t>
            </w:r>
          </w:p>
        </w:tc>
      </w:tr>
      <w:tr w:rsidR="00137110" w:rsidRPr="00137110" w14:paraId="5AE86B6B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205B271C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3F815F7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3F6F98C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37458B73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Tricotarea pe mașini circulare de tricotat</w:t>
            </w:r>
          </w:p>
        </w:tc>
        <w:tc>
          <w:tcPr>
            <w:tcW w:w="609" w:type="dxa"/>
            <w:hideMark/>
          </w:tcPr>
          <w:p w14:paraId="02037D3E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11</w:t>
            </w:r>
          </w:p>
        </w:tc>
      </w:tr>
      <w:tr w:rsidR="00254DA1" w:rsidRPr="00137110" w14:paraId="33DFA6A4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216DD50C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0D92EA6E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583832DC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7F0404E6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Tricotarea pe mașini rectilinii de tricotat</w:t>
            </w:r>
          </w:p>
        </w:tc>
        <w:tc>
          <w:tcPr>
            <w:tcW w:w="609" w:type="dxa"/>
            <w:hideMark/>
          </w:tcPr>
          <w:p w14:paraId="583CE9BC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12</w:t>
            </w:r>
          </w:p>
        </w:tc>
      </w:tr>
    </w:tbl>
    <w:p w14:paraId="3C53DA87" w14:textId="77777777" w:rsidR="00A55649" w:rsidRPr="00137110" w:rsidRDefault="00A55649" w:rsidP="00CD3AE6">
      <w:pPr>
        <w:rPr>
          <w:color w:val="000000" w:themeColor="text1"/>
        </w:rPr>
      </w:pPr>
    </w:p>
    <w:p w14:paraId="48EDB50D" w14:textId="77777777" w:rsidR="00A55649" w:rsidRPr="00137110" w:rsidRDefault="00A55649" w:rsidP="00CD3AE6">
      <w:pPr>
        <w:rPr>
          <w:color w:val="000000" w:themeColor="text1"/>
        </w:rPr>
      </w:pPr>
      <w:r w:rsidRPr="00137110">
        <w:rPr>
          <w:color w:val="000000" w:themeColor="text1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6"/>
        <w:gridCol w:w="1347"/>
        <w:gridCol w:w="1878"/>
        <w:gridCol w:w="3732"/>
        <w:gridCol w:w="609"/>
      </w:tblGrid>
      <w:tr w:rsidR="00137110" w:rsidRPr="00137110" w14:paraId="6C093C66" w14:textId="77777777" w:rsidTr="00514A62">
        <w:trPr>
          <w:trHeight w:val="20"/>
        </w:trPr>
        <w:tc>
          <w:tcPr>
            <w:tcW w:w="1496" w:type="dxa"/>
            <w:shd w:val="clear" w:color="auto" w:fill="EDEDED" w:themeFill="accent3" w:themeFillTint="33"/>
            <w:hideMark/>
          </w:tcPr>
          <w:p w14:paraId="2608B726" w14:textId="77F33964" w:rsidR="00514A62" w:rsidRPr="00137110" w:rsidRDefault="00514A62" w:rsidP="00CD3AE6">
            <w:pPr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Nivel</w:t>
            </w:r>
          </w:p>
        </w:tc>
        <w:tc>
          <w:tcPr>
            <w:tcW w:w="1347" w:type="dxa"/>
            <w:shd w:val="clear" w:color="auto" w:fill="EDEDED" w:themeFill="accent3" w:themeFillTint="33"/>
            <w:hideMark/>
          </w:tcPr>
          <w:p w14:paraId="3766F0EA" w14:textId="77777777" w:rsidR="00514A62" w:rsidRPr="00137110" w:rsidRDefault="00514A62" w:rsidP="00CD3AE6">
            <w:pPr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Domeniul</w:t>
            </w:r>
          </w:p>
        </w:tc>
        <w:tc>
          <w:tcPr>
            <w:tcW w:w="1878" w:type="dxa"/>
            <w:shd w:val="clear" w:color="auto" w:fill="EDEDED" w:themeFill="accent3" w:themeFillTint="33"/>
            <w:hideMark/>
          </w:tcPr>
          <w:p w14:paraId="03351F1F" w14:textId="77777777" w:rsidR="00514A62" w:rsidRPr="00137110" w:rsidRDefault="00514A62" w:rsidP="00CD3AE6">
            <w:pPr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3732" w:type="dxa"/>
            <w:shd w:val="clear" w:color="auto" w:fill="EDEDED" w:themeFill="accent3" w:themeFillTint="33"/>
            <w:hideMark/>
          </w:tcPr>
          <w:p w14:paraId="27F7A122" w14:textId="77777777" w:rsidR="00514A62" w:rsidRPr="00137110" w:rsidRDefault="00514A62" w:rsidP="00CD3AE6">
            <w:pPr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609" w:type="dxa"/>
            <w:vMerge w:val="restart"/>
            <w:shd w:val="clear" w:color="auto" w:fill="EDEDED" w:themeFill="accent3" w:themeFillTint="33"/>
            <w:vAlign w:val="center"/>
            <w:hideMark/>
          </w:tcPr>
          <w:p w14:paraId="61ED6A05" w14:textId="77777777" w:rsidR="00514A62" w:rsidRPr="00137110" w:rsidRDefault="00514A62" w:rsidP="00514A62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Nr. crt.</w:t>
            </w:r>
          </w:p>
        </w:tc>
      </w:tr>
      <w:tr w:rsidR="00137110" w:rsidRPr="00137110" w14:paraId="7E841684" w14:textId="77777777" w:rsidTr="00CD3AE6">
        <w:trPr>
          <w:trHeight w:val="20"/>
        </w:trPr>
        <w:tc>
          <w:tcPr>
            <w:tcW w:w="1496" w:type="dxa"/>
            <w:shd w:val="clear" w:color="auto" w:fill="EDEDED" w:themeFill="accent3" w:themeFillTint="33"/>
            <w:hideMark/>
          </w:tcPr>
          <w:p w14:paraId="395EF530" w14:textId="77777777" w:rsidR="00514A62" w:rsidRPr="00137110" w:rsidRDefault="00514A62" w:rsidP="00AF0F02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Liceu</w:t>
            </w:r>
          </w:p>
        </w:tc>
        <w:tc>
          <w:tcPr>
            <w:tcW w:w="1347" w:type="dxa"/>
            <w:shd w:val="clear" w:color="auto" w:fill="EDEDED" w:themeFill="accent3" w:themeFillTint="33"/>
            <w:hideMark/>
          </w:tcPr>
          <w:p w14:paraId="0AF10E14" w14:textId="77777777" w:rsidR="00514A62" w:rsidRPr="00137110" w:rsidRDefault="00514A62" w:rsidP="00AF0F02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5. Industrie textilă și pielărie</w:t>
            </w:r>
          </w:p>
        </w:tc>
        <w:tc>
          <w:tcPr>
            <w:tcW w:w="1878" w:type="dxa"/>
            <w:shd w:val="clear" w:color="auto" w:fill="EDEDED" w:themeFill="accent3" w:themeFillTint="33"/>
            <w:hideMark/>
          </w:tcPr>
          <w:p w14:paraId="5CB5CE5C" w14:textId="77777777" w:rsidR="00514A62" w:rsidRPr="00137110" w:rsidRDefault="00514A62" w:rsidP="00AF0F02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5.3. Pielărie/Confecții piele</w:t>
            </w:r>
          </w:p>
        </w:tc>
        <w:tc>
          <w:tcPr>
            <w:tcW w:w="3732" w:type="dxa"/>
            <w:shd w:val="clear" w:color="auto" w:fill="EDEDED" w:themeFill="accent3" w:themeFillTint="33"/>
            <w:hideMark/>
          </w:tcPr>
          <w:p w14:paraId="45BA88FF" w14:textId="5F5181F1" w:rsidR="00514A62" w:rsidRPr="00137110" w:rsidRDefault="00514A62" w:rsidP="00AF0F02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ANEXA 5.3</w:t>
            </w:r>
          </w:p>
        </w:tc>
        <w:tc>
          <w:tcPr>
            <w:tcW w:w="609" w:type="dxa"/>
            <w:vMerge/>
            <w:shd w:val="clear" w:color="auto" w:fill="EDEDED" w:themeFill="accent3" w:themeFillTint="33"/>
            <w:hideMark/>
          </w:tcPr>
          <w:p w14:paraId="202675DB" w14:textId="497930E1" w:rsidR="00514A62" w:rsidRPr="00137110" w:rsidRDefault="00514A62" w:rsidP="00AF0F02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137110" w:rsidRPr="00137110" w14:paraId="6D62BFD7" w14:textId="77777777" w:rsidTr="00CD3AE6">
        <w:trPr>
          <w:trHeight w:val="20"/>
        </w:trPr>
        <w:tc>
          <w:tcPr>
            <w:tcW w:w="1496" w:type="dxa"/>
            <w:vMerge w:val="restart"/>
            <w:hideMark/>
          </w:tcPr>
          <w:p w14:paraId="2C60BC7E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1347" w:type="dxa"/>
            <w:vMerge w:val="restart"/>
            <w:hideMark/>
          </w:tcPr>
          <w:p w14:paraId="162BEF0A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1878" w:type="dxa"/>
            <w:vMerge w:val="restart"/>
            <w:hideMark/>
          </w:tcPr>
          <w:p w14:paraId="2E7E0E21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3732" w:type="dxa"/>
            <w:hideMark/>
          </w:tcPr>
          <w:p w14:paraId="34F0C402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Analize de laborator în industria textilă și pielărie</w:t>
            </w:r>
          </w:p>
        </w:tc>
        <w:tc>
          <w:tcPr>
            <w:tcW w:w="609" w:type="dxa"/>
            <w:hideMark/>
          </w:tcPr>
          <w:p w14:paraId="139C472A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</w:t>
            </w:r>
          </w:p>
        </w:tc>
      </w:tr>
      <w:tr w:rsidR="00137110" w:rsidRPr="00137110" w14:paraId="086B80F7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0066940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7A4A2410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09567141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54437AA4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Asigurarea calității</w:t>
            </w:r>
          </w:p>
        </w:tc>
        <w:tc>
          <w:tcPr>
            <w:tcW w:w="609" w:type="dxa"/>
            <w:hideMark/>
          </w:tcPr>
          <w:p w14:paraId="3BC4CFFA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</w:t>
            </w:r>
          </w:p>
        </w:tc>
      </w:tr>
      <w:tr w:rsidR="00137110" w:rsidRPr="00137110" w14:paraId="1D310E23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1F3F40B9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58A2CD80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78B28E99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75158162" w14:textId="21884E5D" w:rsidR="00B93342" w:rsidRPr="00137110" w:rsidRDefault="00B93342" w:rsidP="00496C54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Conformitatea produselor finite din piel</w:t>
            </w:r>
            <w:r w:rsidR="00496C54">
              <w:rPr>
                <w:color w:val="000000" w:themeColor="text1"/>
              </w:rPr>
              <w:t>ă</w:t>
            </w:r>
            <w:r w:rsidRPr="00137110">
              <w:rPr>
                <w:color w:val="000000" w:themeColor="text1"/>
              </w:rPr>
              <w:t>rie</w:t>
            </w:r>
          </w:p>
        </w:tc>
        <w:tc>
          <w:tcPr>
            <w:tcW w:w="609" w:type="dxa"/>
            <w:hideMark/>
          </w:tcPr>
          <w:p w14:paraId="55118BE7" w14:textId="77777777" w:rsidR="00B93342" w:rsidRPr="00137110" w:rsidRDefault="00B93342" w:rsidP="00B9334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3</w:t>
            </w:r>
          </w:p>
        </w:tc>
      </w:tr>
      <w:tr w:rsidR="00137110" w:rsidRPr="00137110" w14:paraId="1D794196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7DF819CC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32029315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27D15CBB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25DF2C14" w14:textId="56AB7453" w:rsidR="00B93342" w:rsidRPr="00137110" w:rsidRDefault="00B93342" w:rsidP="00B93342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Curriculum în dezvoltare locală – clasa      a XI-a</w:t>
            </w:r>
          </w:p>
        </w:tc>
        <w:tc>
          <w:tcPr>
            <w:tcW w:w="609" w:type="dxa"/>
            <w:hideMark/>
          </w:tcPr>
          <w:p w14:paraId="7DAAD34E" w14:textId="77777777" w:rsidR="00B93342" w:rsidRPr="00137110" w:rsidRDefault="00B93342" w:rsidP="00B9334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4</w:t>
            </w:r>
          </w:p>
        </w:tc>
      </w:tr>
      <w:tr w:rsidR="00137110" w:rsidRPr="00137110" w14:paraId="488B4D47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4FD5E0D9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5B1FB800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6AE2C9AA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195F6DA8" w14:textId="23BBAB8C" w:rsidR="00B93342" w:rsidRPr="00137110" w:rsidRDefault="00B93342" w:rsidP="00B93342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Curriculum în dezvoltare locală – clasa      a XII-a</w:t>
            </w:r>
          </w:p>
        </w:tc>
        <w:tc>
          <w:tcPr>
            <w:tcW w:w="609" w:type="dxa"/>
            <w:hideMark/>
          </w:tcPr>
          <w:p w14:paraId="7CFE72E9" w14:textId="77777777" w:rsidR="00B93342" w:rsidRPr="00137110" w:rsidRDefault="00B93342" w:rsidP="00B9334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5</w:t>
            </w:r>
          </w:p>
        </w:tc>
      </w:tr>
      <w:tr w:rsidR="00137110" w:rsidRPr="00137110" w14:paraId="78B857A6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232087B8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3203590A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457B9B24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31FB8AFF" w14:textId="773F37F4" w:rsidR="00B93342" w:rsidRPr="00137110" w:rsidRDefault="00B93342" w:rsidP="00B93342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Elemente de design</w:t>
            </w:r>
          </w:p>
        </w:tc>
        <w:tc>
          <w:tcPr>
            <w:tcW w:w="609" w:type="dxa"/>
            <w:hideMark/>
          </w:tcPr>
          <w:p w14:paraId="1A102717" w14:textId="77777777" w:rsidR="00B93342" w:rsidRPr="00137110" w:rsidRDefault="00B93342" w:rsidP="00B9334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6</w:t>
            </w:r>
          </w:p>
        </w:tc>
      </w:tr>
      <w:tr w:rsidR="00137110" w:rsidRPr="00137110" w14:paraId="392D0258" w14:textId="77777777" w:rsidTr="00194784">
        <w:trPr>
          <w:trHeight w:val="20"/>
        </w:trPr>
        <w:tc>
          <w:tcPr>
            <w:tcW w:w="1496" w:type="dxa"/>
            <w:vMerge/>
            <w:hideMark/>
          </w:tcPr>
          <w:p w14:paraId="53076148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5D2BE93C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789F9A14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1DE6F810" w14:textId="4F527570" w:rsidR="00B93342" w:rsidRPr="00137110" w:rsidRDefault="00B93342" w:rsidP="00B93342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Limbaj tehnic grafic</w:t>
            </w:r>
          </w:p>
        </w:tc>
        <w:tc>
          <w:tcPr>
            <w:tcW w:w="609" w:type="dxa"/>
            <w:hideMark/>
          </w:tcPr>
          <w:p w14:paraId="40C74EF6" w14:textId="77777777" w:rsidR="00B93342" w:rsidRPr="00137110" w:rsidRDefault="00B93342" w:rsidP="00B9334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7</w:t>
            </w:r>
          </w:p>
        </w:tc>
      </w:tr>
      <w:tr w:rsidR="00137110" w:rsidRPr="00137110" w14:paraId="3DBC8C07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0EBFAEAE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A9D1257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26D5783C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66726D76" w14:textId="297035D0" w:rsidR="00B93342" w:rsidRPr="00137110" w:rsidRDefault="00B93342" w:rsidP="00B93342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Materii prime în industria textilă și pielărie</w:t>
            </w:r>
          </w:p>
        </w:tc>
        <w:tc>
          <w:tcPr>
            <w:tcW w:w="609" w:type="dxa"/>
            <w:hideMark/>
          </w:tcPr>
          <w:p w14:paraId="4EDE35A3" w14:textId="77777777" w:rsidR="00B93342" w:rsidRPr="00137110" w:rsidRDefault="00B93342" w:rsidP="00B9334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8</w:t>
            </w:r>
          </w:p>
        </w:tc>
      </w:tr>
      <w:tr w:rsidR="00137110" w:rsidRPr="00137110" w14:paraId="345979CD" w14:textId="77777777" w:rsidTr="00B93342">
        <w:trPr>
          <w:trHeight w:val="20"/>
        </w:trPr>
        <w:tc>
          <w:tcPr>
            <w:tcW w:w="1496" w:type="dxa"/>
            <w:vMerge/>
            <w:hideMark/>
          </w:tcPr>
          <w:p w14:paraId="0554ABE8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1C53A213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4F7D6E9F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1A099AB0" w14:textId="4BD26565" w:rsidR="00B93342" w:rsidRPr="00137110" w:rsidRDefault="00B93342" w:rsidP="00B93342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Operații tehnologice din industria textilă și pielărie</w:t>
            </w:r>
          </w:p>
        </w:tc>
        <w:tc>
          <w:tcPr>
            <w:tcW w:w="609" w:type="dxa"/>
            <w:hideMark/>
          </w:tcPr>
          <w:p w14:paraId="7D800C01" w14:textId="77777777" w:rsidR="00B93342" w:rsidRPr="00137110" w:rsidRDefault="00B93342" w:rsidP="00B9334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9</w:t>
            </w:r>
          </w:p>
        </w:tc>
      </w:tr>
      <w:tr w:rsidR="00137110" w:rsidRPr="00137110" w14:paraId="344C4C26" w14:textId="77777777" w:rsidTr="00B93342">
        <w:trPr>
          <w:trHeight w:val="20"/>
        </w:trPr>
        <w:tc>
          <w:tcPr>
            <w:tcW w:w="1496" w:type="dxa"/>
            <w:vMerge/>
            <w:hideMark/>
          </w:tcPr>
          <w:p w14:paraId="67A275A0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5E877841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0E1D3C7E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12A67050" w14:textId="6188A476" w:rsidR="00B93342" w:rsidRPr="00137110" w:rsidRDefault="00B93342" w:rsidP="00B93342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Planificarea activității proprii</w:t>
            </w:r>
          </w:p>
        </w:tc>
        <w:tc>
          <w:tcPr>
            <w:tcW w:w="609" w:type="dxa"/>
            <w:hideMark/>
          </w:tcPr>
          <w:p w14:paraId="162F6BEE" w14:textId="77777777" w:rsidR="00B93342" w:rsidRPr="00137110" w:rsidRDefault="00B93342" w:rsidP="00B9334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10</w:t>
            </w:r>
          </w:p>
        </w:tc>
      </w:tr>
      <w:tr w:rsidR="00137110" w:rsidRPr="00137110" w14:paraId="3AEC720B" w14:textId="77777777" w:rsidTr="00B93342">
        <w:trPr>
          <w:trHeight w:val="20"/>
        </w:trPr>
        <w:tc>
          <w:tcPr>
            <w:tcW w:w="1496" w:type="dxa"/>
            <w:vMerge/>
            <w:hideMark/>
          </w:tcPr>
          <w:p w14:paraId="6E121A9B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47938D1E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02998574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56A1668A" w14:textId="521A3BBA" w:rsidR="00B93342" w:rsidRPr="00137110" w:rsidRDefault="00B93342" w:rsidP="00B93342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Planificarea și organizarea producției</w:t>
            </w:r>
          </w:p>
        </w:tc>
        <w:tc>
          <w:tcPr>
            <w:tcW w:w="609" w:type="dxa"/>
            <w:hideMark/>
          </w:tcPr>
          <w:p w14:paraId="08E7AD35" w14:textId="77777777" w:rsidR="00B93342" w:rsidRPr="00137110" w:rsidRDefault="00B93342" w:rsidP="00B9334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11</w:t>
            </w:r>
          </w:p>
        </w:tc>
      </w:tr>
      <w:tr w:rsidR="00137110" w:rsidRPr="00137110" w14:paraId="6895278F" w14:textId="77777777" w:rsidTr="00B93342">
        <w:trPr>
          <w:trHeight w:val="20"/>
        </w:trPr>
        <w:tc>
          <w:tcPr>
            <w:tcW w:w="1496" w:type="dxa"/>
            <w:vMerge/>
            <w:hideMark/>
          </w:tcPr>
          <w:p w14:paraId="1BDFD4C8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74F2CCC0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21A5E8A0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74D9F3CD" w14:textId="537227E2" w:rsidR="00B93342" w:rsidRPr="00137110" w:rsidRDefault="00B93342" w:rsidP="00B93342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Pregătire practică comasată - Curriculum în dezvoltare locală – clasa a X-a</w:t>
            </w:r>
          </w:p>
        </w:tc>
        <w:tc>
          <w:tcPr>
            <w:tcW w:w="609" w:type="dxa"/>
            <w:hideMark/>
          </w:tcPr>
          <w:p w14:paraId="686AE9B8" w14:textId="77777777" w:rsidR="00B93342" w:rsidRPr="00137110" w:rsidRDefault="00B93342" w:rsidP="00B9334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12</w:t>
            </w:r>
          </w:p>
        </w:tc>
      </w:tr>
      <w:tr w:rsidR="00137110" w:rsidRPr="00137110" w14:paraId="08561F71" w14:textId="77777777" w:rsidTr="00B93342">
        <w:trPr>
          <w:trHeight w:val="20"/>
        </w:trPr>
        <w:tc>
          <w:tcPr>
            <w:tcW w:w="1496" w:type="dxa"/>
            <w:vMerge/>
            <w:hideMark/>
          </w:tcPr>
          <w:p w14:paraId="3D1B927C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5CF6A59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612FC739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00FACF52" w14:textId="5D70F6B8" w:rsidR="00B93342" w:rsidRPr="00137110" w:rsidRDefault="00B93342" w:rsidP="00B93342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Procese tehnologice în industria pielăriei</w:t>
            </w:r>
          </w:p>
        </w:tc>
        <w:tc>
          <w:tcPr>
            <w:tcW w:w="609" w:type="dxa"/>
            <w:hideMark/>
          </w:tcPr>
          <w:p w14:paraId="30F028B3" w14:textId="77777777" w:rsidR="00B93342" w:rsidRPr="00137110" w:rsidRDefault="00B93342" w:rsidP="00B9334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13</w:t>
            </w:r>
          </w:p>
        </w:tc>
      </w:tr>
      <w:tr w:rsidR="00137110" w:rsidRPr="00137110" w14:paraId="139D7C32" w14:textId="77777777" w:rsidTr="00B93342">
        <w:trPr>
          <w:trHeight w:val="20"/>
        </w:trPr>
        <w:tc>
          <w:tcPr>
            <w:tcW w:w="1496" w:type="dxa"/>
            <w:vMerge/>
            <w:hideMark/>
          </w:tcPr>
          <w:p w14:paraId="6B00EACF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1D3CE49A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441A9846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4B509556" w14:textId="51B5E714" w:rsidR="00B93342" w:rsidRPr="00137110" w:rsidRDefault="00B93342" w:rsidP="00B93342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Proiectarea tiparelor pentru îmbrăcămintea din piele</w:t>
            </w:r>
          </w:p>
        </w:tc>
        <w:tc>
          <w:tcPr>
            <w:tcW w:w="609" w:type="dxa"/>
            <w:hideMark/>
          </w:tcPr>
          <w:p w14:paraId="6D7DF143" w14:textId="77777777" w:rsidR="00B93342" w:rsidRPr="00137110" w:rsidRDefault="00B93342" w:rsidP="00B9334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14</w:t>
            </w:r>
          </w:p>
        </w:tc>
      </w:tr>
      <w:tr w:rsidR="00137110" w:rsidRPr="00137110" w14:paraId="33AC52B3" w14:textId="77777777" w:rsidTr="00CD3AE6">
        <w:trPr>
          <w:trHeight w:val="20"/>
        </w:trPr>
        <w:tc>
          <w:tcPr>
            <w:tcW w:w="1496" w:type="dxa"/>
            <w:vMerge/>
          </w:tcPr>
          <w:p w14:paraId="3CDC9AA2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</w:tcPr>
          <w:p w14:paraId="76250FFD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</w:tcPr>
          <w:p w14:paraId="06E366A2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5CE502EE" w14:textId="4A6EDC3B" w:rsidR="00B93342" w:rsidRPr="00137110" w:rsidRDefault="00B93342" w:rsidP="00B93342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Proiectarea tiparelor pentru încălțăminte și marochinărie</w:t>
            </w:r>
          </w:p>
        </w:tc>
        <w:tc>
          <w:tcPr>
            <w:tcW w:w="609" w:type="dxa"/>
          </w:tcPr>
          <w:p w14:paraId="58AE597F" w14:textId="40377DE1" w:rsidR="00B93342" w:rsidRPr="00137110" w:rsidRDefault="00B93342" w:rsidP="00B9334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15</w:t>
            </w:r>
          </w:p>
        </w:tc>
      </w:tr>
      <w:tr w:rsidR="00137110" w:rsidRPr="00137110" w14:paraId="34C55242" w14:textId="77777777" w:rsidTr="00B93342">
        <w:trPr>
          <w:trHeight w:val="20"/>
        </w:trPr>
        <w:tc>
          <w:tcPr>
            <w:tcW w:w="1496" w:type="dxa"/>
            <w:vMerge/>
            <w:hideMark/>
          </w:tcPr>
          <w:p w14:paraId="1BB25086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22C7EDA9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6AF54316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5E1B82E6" w14:textId="1A03A7D7" w:rsidR="00B93342" w:rsidRPr="00137110" w:rsidRDefault="00B93342" w:rsidP="00B93342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Sănătatea și securitatea muncii și protecția mediului în industria textilă și pielărie</w:t>
            </w:r>
          </w:p>
        </w:tc>
        <w:tc>
          <w:tcPr>
            <w:tcW w:w="609" w:type="dxa"/>
          </w:tcPr>
          <w:p w14:paraId="60799E93" w14:textId="2BE508E4" w:rsidR="00B93342" w:rsidRPr="00137110" w:rsidRDefault="00B93342" w:rsidP="00B9334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16</w:t>
            </w:r>
          </w:p>
        </w:tc>
      </w:tr>
      <w:tr w:rsidR="00B93342" w:rsidRPr="00137110" w14:paraId="3519CB02" w14:textId="77777777" w:rsidTr="00B93342">
        <w:trPr>
          <w:trHeight w:val="20"/>
        </w:trPr>
        <w:tc>
          <w:tcPr>
            <w:tcW w:w="1496" w:type="dxa"/>
            <w:vMerge/>
            <w:hideMark/>
          </w:tcPr>
          <w:p w14:paraId="10F17430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1A03107C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029C1D9F" w14:textId="77777777" w:rsidR="00B93342" w:rsidRPr="00137110" w:rsidRDefault="00B93342" w:rsidP="00B93342">
            <w:pPr>
              <w:rPr>
                <w:color w:val="000000" w:themeColor="text1"/>
              </w:rPr>
            </w:pPr>
          </w:p>
        </w:tc>
        <w:tc>
          <w:tcPr>
            <w:tcW w:w="3732" w:type="dxa"/>
          </w:tcPr>
          <w:p w14:paraId="3A29158F" w14:textId="194AA5DF" w:rsidR="00B93342" w:rsidRPr="00137110" w:rsidRDefault="00B93342" w:rsidP="00B93342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Stagii de pregătire practică - Curriculum în dezvoltare locală – clasa a IX-a</w:t>
            </w:r>
          </w:p>
        </w:tc>
        <w:tc>
          <w:tcPr>
            <w:tcW w:w="609" w:type="dxa"/>
          </w:tcPr>
          <w:p w14:paraId="552CDCA7" w14:textId="0C92E434" w:rsidR="00B93342" w:rsidRPr="00137110" w:rsidRDefault="00B93342" w:rsidP="00B9334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17</w:t>
            </w:r>
          </w:p>
        </w:tc>
      </w:tr>
    </w:tbl>
    <w:p w14:paraId="5FCA096B" w14:textId="77777777" w:rsidR="00B93342" w:rsidRPr="00137110" w:rsidRDefault="00B93342">
      <w:pPr>
        <w:rPr>
          <w:color w:val="000000" w:themeColor="text1"/>
        </w:rPr>
      </w:pPr>
    </w:p>
    <w:p w14:paraId="202B8092" w14:textId="77777777" w:rsidR="00A55649" w:rsidRPr="00137110" w:rsidRDefault="00A55649" w:rsidP="00CD3AE6">
      <w:pPr>
        <w:rPr>
          <w:color w:val="000000" w:themeColor="text1"/>
        </w:rPr>
      </w:pPr>
      <w:r w:rsidRPr="00137110">
        <w:rPr>
          <w:color w:val="000000" w:themeColor="text1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6"/>
        <w:gridCol w:w="1347"/>
        <w:gridCol w:w="1878"/>
        <w:gridCol w:w="3732"/>
        <w:gridCol w:w="609"/>
      </w:tblGrid>
      <w:tr w:rsidR="00137110" w:rsidRPr="00137110" w14:paraId="4BDB3160" w14:textId="77777777" w:rsidTr="00CD3AE6">
        <w:trPr>
          <w:trHeight w:val="20"/>
          <w:tblHeader/>
        </w:trPr>
        <w:tc>
          <w:tcPr>
            <w:tcW w:w="1496" w:type="dxa"/>
            <w:shd w:val="clear" w:color="auto" w:fill="EDEDED" w:themeFill="accent3" w:themeFillTint="33"/>
            <w:vAlign w:val="center"/>
            <w:hideMark/>
          </w:tcPr>
          <w:p w14:paraId="6BFF943A" w14:textId="6FF18941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Nivel</w:t>
            </w:r>
          </w:p>
        </w:tc>
        <w:tc>
          <w:tcPr>
            <w:tcW w:w="1347" w:type="dxa"/>
            <w:shd w:val="clear" w:color="auto" w:fill="EDEDED" w:themeFill="accent3" w:themeFillTint="33"/>
            <w:vAlign w:val="center"/>
            <w:hideMark/>
          </w:tcPr>
          <w:p w14:paraId="46E65A60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Domeniul</w:t>
            </w:r>
          </w:p>
        </w:tc>
        <w:tc>
          <w:tcPr>
            <w:tcW w:w="1878" w:type="dxa"/>
            <w:shd w:val="clear" w:color="auto" w:fill="EDEDED" w:themeFill="accent3" w:themeFillTint="33"/>
            <w:vAlign w:val="center"/>
            <w:hideMark/>
          </w:tcPr>
          <w:p w14:paraId="0E25DE88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3732" w:type="dxa"/>
            <w:shd w:val="clear" w:color="auto" w:fill="EDEDED" w:themeFill="accent3" w:themeFillTint="33"/>
            <w:vAlign w:val="center"/>
            <w:hideMark/>
          </w:tcPr>
          <w:p w14:paraId="5DD6D016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609" w:type="dxa"/>
            <w:vMerge w:val="restart"/>
            <w:shd w:val="clear" w:color="auto" w:fill="EDEDED" w:themeFill="accent3" w:themeFillTint="33"/>
            <w:vAlign w:val="center"/>
            <w:hideMark/>
          </w:tcPr>
          <w:p w14:paraId="14F9BD2D" w14:textId="77777777" w:rsidR="00514A62" w:rsidRPr="00137110" w:rsidRDefault="00514A62" w:rsidP="00AF0F02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Nr. crt.</w:t>
            </w:r>
          </w:p>
        </w:tc>
      </w:tr>
      <w:tr w:rsidR="00137110" w:rsidRPr="00137110" w14:paraId="534F6F3C" w14:textId="77777777" w:rsidTr="00CD3AE6">
        <w:trPr>
          <w:trHeight w:val="20"/>
          <w:tblHeader/>
        </w:trPr>
        <w:tc>
          <w:tcPr>
            <w:tcW w:w="1496" w:type="dxa"/>
            <w:shd w:val="clear" w:color="auto" w:fill="EDEDED" w:themeFill="accent3" w:themeFillTint="33"/>
            <w:vAlign w:val="center"/>
            <w:hideMark/>
          </w:tcPr>
          <w:p w14:paraId="33021B66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Învățământ profesional</w:t>
            </w:r>
          </w:p>
        </w:tc>
        <w:tc>
          <w:tcPr>
            <w:tcW w:w="1347" w:type="dxa"/>
            <w:shd w:val="clear" w:color="auto" w:fill="EDEDED" w:themeFill="accent3" w:themeFillTint="33"/>
            <w:vAlign w:val="center"/>
            <w:hideMark/>
          </w:tcPr>
          <w:p w14:paraId="72E1E4A1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5. Industrie textilă și pielărie</w:t>
            </w:r>
          </w:p>
        </w:tc>
        <w:tc>
          <w:tcPr>
            <w:tcW w:w="1878" w:type="dxa"/>
            <w:shd w:val="clear" w:color="auto" w:fill="EDEDED" w:themeFill="accent3" w:themeFillTint="33"/>
            <w:vAlign w:val="center"/>
            <w:hideMark/>
          </w:tcPr>
          <w:p w14:paraId="5F0CE6C1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5.3. Pielărie/Confecții piele</w:t>
            </w:r>
          </w:p>
        </w:tc>
        <w:tc>
          <w:tcPr>
            <w:tcW w:w="3732" w:type="dxa"/>
            <w:shd w:val="clear" w:color="auto" w:fill="EDEDED" w:themeFill="accent3" w:themeFillTint="33"/>
            <w:vAlign w:val="center"/>
            <w:hideMark/>
          </w:tcPr>
          <w:p w14:paraId="0CFD541B" w14:textId="0745BE6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ANEXA 5.3</w:t>
            </w:r>
          </w:p>
        </w:tc>
        <w:tc>
          <w:tcPr>
            <w:tcW w:w="609" w:type="dxa"/>
            <w:vMerge/>
            <w:shd w:val="clear" w:color="auto" w:fill="EDEDED" w:themeFill="accent3" w:themeFillTint="33"/>
            <w:vAlign w:val="center"/>
            <w:hideMark/>
          </w:tcPr>
          <w:p w14:paraId="6D90490D" w14:textId="3FF0218D" w:rsidR="00514A62" w:rsidRPr="00137110" w:rsidRDefault="00514A62" w:rsidP="00AF0F02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137110" w:rsidRPr="00137110" w14:paraId="0D267F62" w14:textId="77777777" w:rsidTr="00CD3AE6">
        <w:trPr>
          <w:trHeight w:val="20"/>
        </w:trPr>
        <w:tc>
          <w:tcPr>
            <w:tcW w:w="1496" w:type="dxa"/>
            <w:vMerge w:val="restart"/>
            <w:hideMark/>
          </w:tcPr>
          <w:p w14:paraId="296B1FD9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1347" w:type="dxa"/>
            <w:vMerge w:val="restart"/>
            <w:hideMark/>
          </w:tcPr>
          <w:p w14:paraId="0DB19383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1878" w:type="dxa"/>
            <w:vMerge w:val="restart"/>
            <w:hideMark/>
          </w:tcPr>
          <w:p w14:paraId="7074CD99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3732" w:type="dxa"/>
            <w:hideMark/>
          </w:tcPr>
          <w:p w14:paraId="4C004B96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Asamblarea și finisarea articolelor de marochinărie</w:t>
            </w:r>
          </w:p>
        </w:tc>
        <w:tc>
          <w:tcPr>
            <w:tcW w:w="609" w:type="dxa"/>
            <w:hideMark/>
          </w:tcPr>
          <w:p w14:paraId="42608DA3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</w:t>
            </w:r>
          </w:p>
        </w:tc>
      </w:tr>
      <w:tr w:rsidR="00137110" w:rsidRPr="00137110" w14:paraId="182C284D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18F18BED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0591B4D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41D3DA0D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7760E9CE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Confecționarea ansamblului superior</w:t>
            </w:r>
          </w:p>
        </w:tc>
        <w:tc>
          <w:tcPr>
            <w:tcW w:w="609" w:type="dxa"/>
            <w:hideMark/>
          </w:tcPr>
          <w:p w14:paraId="5BF66FCE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</w:t>
            </w:r>
          </w:p>
        </w:tc>
      </w:tr>
      <w:tr w:rsidR="00137110" w:rsidRPr="00137110" w14:paraId="59073163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7112CC1D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792D72F0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5F9F4B82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7D20B0D6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Confecționarea ansamblului superior pentru încălțămintea la comandă</w:t>
            </w:r>
          </w:p>
        </w:tc>
        <w:tc>
          <w:tcPr>
            <w:tcW w:w="609" w:type="dxa"/>
            <w:hideMark/>
          </w:tcPr>
          <w:p w14:paraId="6A2CF02F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3</w:t>
            </w:r>
          </w:p>
        </w:tc>
      </w:tr>
      <w:tr w:rsidR="00137110" w:rsidRPr="00137110" w14:paraId="26E16DCB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03FE758A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53EFE90D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35CC8139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018637F6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Confecționarea produselor de îmbrăcăminte din piele și înlocuitori</w:t>
            </w:r>
          </w:p>
        </w:tc>
        <w:tc>
          <w:tcPr>
            <w:tcW w:w="609" w:type="dxa"/>
            <w:hideMark/>
          </w:tcPr>
          <w:p w14:paraId="151D7A16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4</w:t>
            </w:r>
          </w:p>
        </w:tc>
      </w:tr>
      <w:tr w:rsidR="00137110" w:rsidRPr="00137110" w14:paraId="2353C56D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313DD4E2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2C1CB2EA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64087DCE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34CF3246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Croirea materialelor</w:t>
            </w:r>
          </w:p>
        </w:tc>
        <w:tc>
          <w:tcPr>
            <w:tcW w:w="609" w:type="dxa"/>
            <w:hideMark/>
          </w:tcPr>
          <w:p w14:paraId="0BC86EEA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5</w:t>
            </w:r>
          </w:p>
        </w:tc>
      </w:tr>
      <w:tr w:rsidR="00137110" w:rsidRPr="00137110" w14:paraId="0AC694E9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5FC9A5D6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55EBE845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563A7DA0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1CF245CF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Croirea reperelor produselor de îmbrăcăminte</w:t>
            </w:r>
          </w:p>
        </w:tc>
        <w:tc>
          <w:tcPr>
            <w:tcW w:w="609" w:type="dxa"/>
            <w:hideMark/>
          </w:tcPr>
          <w:p w14:paraId="156CD225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6</w:t>
            </w:r>
          </w:p>
        </w:tc>
      </w:tr>
      <w:tr w:rsidR="00137110" w:rsidRPr="00137110" w14:paraId="5ED0C01C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7F4B5C59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0922BAE5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1468A0B6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0CEA1E77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Elemente de design</w:t>
            </w:r>
          </w:p>
        </w:tc>
        <w:tc>
          <w:tcPr>
            <w:tcW w:w="609" w:type="dxa"/>
            <w:hideMark/>
          </w:tcPr>
          <w:p w14:paraId="0C9F857D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7</w:t>
            </w:r>
          </w:p>
        </w:tc>
      </w:tr>
      <w:tr w:rsidR="00137110" w:rsidRPr="00137110" w14:paraId="104B75E1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0966D8C1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49960AC7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1C2843A5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4FB7D221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Finisarea pieilor și a blănurilor</w:t>
            </w:r>
          </w:p>
        </w:tc>
        <w:tc>
          <w:tcPr>
            <w:tcW w:w="609" w:type="dxa"/>
            <w:hideMark/>
          </w:tcPr>
          <w:p w14:paraId="5A0516E0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8</w:t>
            </w:r>
          </w:p>
        </w:tc>
      </w:tr>
      <w:tr w:rsidR="00137110" w:rsidRPr="00137110" w14:paraId="46F2D8B8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39F5FECC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2D3CAB95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0B8F33F2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0FC882F7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Finisarea produselor de îmbrăcăminte</w:t>
            </w:r>
          </w:p>
        </w:tc>
        <w:tc>
          <w:tcPr>
            <w:tcW w:w="609" w:type="dxa"/>
            <w:hideMark/>
          </w:tcPr>
          <w:p w14:paraId="1A54EC1D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9</w:t>
            </w:r>
          </w:p>
        </w:tc>
      </w:tr>
      <w:tr w:rsidR="00137110" w:rsidRPr="00137110" w14:paraId="60AD62FB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6D70EFE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20B10BD9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432058E0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4AFE696F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Finisarea produsului de încălțăminte</w:t>
            </w:r>
          </w:p>
        </w:tc>
        <w:tc>
          <w:tcPr>
            <w:tcW w:w="609" w:type="dxa"/>
            <w:hideMark/>
          </w:tcPr>
          <w:p w14:paraId="1D1F9BEC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10</w:t>
            </w:r>
          </w:p>
        </w:tc>
      </w:tr>
      <w:tr w:rsidR="00137110" w:rsidRPr="00137110" w14:paraId="4F997375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76BB2480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0474433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7B43E44E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769A752D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Formarea spațială</w:t>
            </w:r>
          </w:p>
        </w:tc>
        <w:tc>
          <w:tcPr>
            <w:tcW w:w="609" w:type="dxa"/>
            <w:hideMark/>
          </w:tcPr>
          <w:p w14:paraId="1E8E2E78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11</w:t>
            </w:r>
          </w:p>
        </w:tc>
      </w:tr>
      <w:tr w:rsidR="00137110" w:rsidRPr="00137110" w14:paraId="3DD6A4A9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4CEF1C61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0C209D04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5A346BE2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281B973E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Limbaj tehnic grafic</w:t>
            </w:r>
          </w:p>
        </w:tc>
        <w:tc>
          <w:tcPr>
            <w:tcW w:w="609" w:type="dxa"/>
            <w:hideMark/>
          </w:tcPr>
          <w:p w14:paraId="4585ECB5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12</w:t>
            </w:r>
          </w:p>
        </w:tc>
      </w:tr>
      <w:tr w:rsidR="00137110" w:rsidRPr="00137110" w14:paraId="7FBB69AE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6E77B71E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01B8DDEF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2C26B9D2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64B37645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Materii prime în industria textilă și pielărie</w:t>
            </w:r>
          </w:p>
        </w:tc>
        <w:tc>
          <w:tcPr>
            <w:tcW w:w="609" w:type="dxa"/>
            <w:hideMark/>
          </w:tcPr>
          <w:p w14:paraId="53CD22C3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13</w:t>
            </w:r>
          </w:p>
        </w:tc>
      </w:tr>
      <w:tr w:rsidR="00137110" w:rsidRPr="00137110" w14:paraId="5DDA8DAB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53D2260E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400ACC04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794182A0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613D37C6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Obținerea produsului finit</w:t>
            </w:r>
          </w:p>
        </w:tc>
        <w:tc>
          <w:tcPr>
            <w:tcW w:w="609" w:type="dxa"/>
            <w:hideMark/>
          </w:tcPr>
          <w:p w14:paraId="04918651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14</w:t>
            </w:r>
          </w:p>
        </w:tc>
      </w:tr>
      <w:tr w:rsidR="00137110" w:rsidRPr="00137110" w14:paraId="30EAEEC4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2479B476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C0CD673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438BF3D6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6B162E88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Operații tehnologice din industria textilă și pielărie</w:t>
            </w:r>
          </w:p>
        </w:tc>
        <w:tc>
          <w:tcPr>
            <w:tcW w:w="609" w:type="dxa"/>
            <w:hideMark/>
          </w:tcPr>
          <w:p w14:paraId="4D0416C9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15</w:t>
            </w:r>
          </w:p>
        </w:tc>
      </w:tr>
      <w:tr w:rsidR="00137110" w:rsidRPr="00137110" w14:paraId="7EE2D30C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3FD6B590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2B001F6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3EC21800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371F8075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Planificarea activității proprii</w:t>
            </w:r>
          </w:p>
        </w:tc>
        <w:tc>
          <w:tcPr>
            <w:tcW w:w="609" w:type="dxa"/>
            <w:hideMark/>
          </w:tcPr>
          <w:p w14:paraId="4E8FD4C8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16</w:t>
            </w:r>
          </w:p>
        </w:tc>
      </w:tr>
      <w:tr w:rsidR="00137110" w:rsidRPr="00137110" w14:paraId="6481A38A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5EC75DC2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2164B29F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2F253AC1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424BD268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Pregătirea pielii în vederea tăbăcirii</w:t>
            </w:r>
          </w:p>
        </w:tc>
        <w:tc>
          <w:tcPr>
            <w:tcW w:w="609" w:type="dxa"/>
            <w:hideMark/>
          </w:tcPr>
          <w:p w14:paraId="71D3C6E1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17</w:t>
            </w:r>
          </w:p>
        </w:tc>
      </w:tr>
      <w:tr w:rsidR="00137110" w:rsidRPr="00137110" w14:paraId="7B534ABE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5C6BE46F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32276778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2CB924B6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55C223D8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Prelucrarea pieselor</w:t>
            </w:r>
          </w:p>
        </w:tc>
        <w:tc>
          <w:tcPr>
            <w:tcW w:w="609" w:type="dxa"/>
            <w:hideMark/>
          </w:tcPr>
          <w:p w14:paraId="13E60B7C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18</w:t>
            </w:r>
          </w:p>
        </w:tc>
      </w:tr>
      <w:tr w:rsidR="00137110" w:rsidRPr="00137110" w14:paraId="04CD0259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45674BCA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26D36C76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17F4A9CF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202333DB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Repararea încălțămintei</w:t>
            </w:r>
          </w:p>
        </w:tc>
        <w:tc>
          <w:tcPr>
            <w:tcW w:w="609" w:type="dxa"/>
            <w:hideMark/>
          </w:tcPr>
          <w:p w14:paraId="0189213E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19</w:t>
            </w:r>
          </w:p>
        </w:tc>
      </w:tr>
      <w:tr w:rsidR="00137110" w:rsidRPr="00137110" w14:paraId="06C80921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47DFB400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C0934A7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3835E4A7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0691A96C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Sănătatea și securitatea muncii și protecția mediului în industria textilă și pielărie</w:t>
            </w:r>
          </w:p>
        </w:tc>
        <w:tc>
          <w:tcPr>
            <w:tcW w:w="609" w:type="dxa"/>
            <w:hideMark/>
          </w:tcPr>
          <w:p w14:paraId="1D1D440B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20</w:t>
            </w:r>
          </w:p>
        </w:tc>
      </w:tr>
      <w:tr w:rsidR="00137110" w:rsidRPr="00137110" w14:paraId="6978201A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4312F421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492C7838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4A0CDB34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6A423214" w14:textId="683C69DC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 xml:space="preserve">Stagii de pregătire practică - Curriculum în dezvoltare locală </w:t>
            </w:r>
            <w:r w:rsidR="00AF0F02" w:rsidRPr="00137110">
              <w:rPr>
                <w:color w:val="000000" w:themeColor="text1"/>
              </w:rPr>
              <w:t>–</w:t>
            </w:r>
            <w:r w:rsidRPr="00137110">
              <w:rPr>
                <w:color w:val="000000" w:themeColor="text1"/>
              </w:rPr>
              <w:t xml:space="preserve"> </w:t>
            </w:r>
            <w:r w:rsidR="00AF0F02" w:rsidRPr="00137110">
              <w:rPr>
                <w:color w:val="000000" w:themeColor="text1"/>
              </w:rPr>
              <w:t xml:space="preserve">clasa a </w:t>
            </w:r>
            <w:r w:rsidRPr="00137110">
              <w:rPr>
                <w:color w:val="000000" w:themeColor="text1"/>
              </w:rPr>
              <w:t>IX</w:t>
            </w:r>
            <w:r w:rsidR="00AF0F02" w:rsidRPr="00137110">
              <w:rPr>
                <w:color w:val="000000" w:themeColor="text1"/>
              </w:rPr>
              <w:t>-a</w:t>
            </w:r>
          </w:p>
        </w:tc>
        <w:tc>
          <w:tcPr>
            <w:tcW w:w="609" w:type="dxa"/>
            <w:hideMark/>
          </w:tcPr>
          <w:p w14:paraId="08882174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21</w:t>
            </w:r>
          </w:p>
        </w:tc>
      </w:tr>
      <w:tr w:rsidR="00137110" w:rsidRPr="00137110" w14:paraId="265A557B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407471C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4E3E453F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45F36D2F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26B0821C" w14:textId="5B5101F2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 xml:space="preserve">Stagiu de pregătire practică – Curriculum în dezvoltare locală </w:t>
            </w:r>
            <w:r w:rsidR="00AF0F02" w:rsidRPr="00137110">
              <w:rPr>
                <w:color w:val="000000" w:themeColor="text1"/>
              </w:rPr>
              <w:t>–</w:t>
            </w:r>
            <w:r w:rsidRPr="00137110">
              <w:rPr>
                <w:color w:val="000000" w:themeColor="text1"/>
              </w:rPr>
              <w:t xml:space="preserve"> </w:t>
            </w:r>
            <w:r w:rsidR="00AF0F02" w:rsidRPr="00137110">
              <w:rPr>
                <w:color w:val="000000" w:themeColor="text1"/>
              </w:rPr>
              <w:t xml:space="preserve">clasa a </w:t>
            </w:r>
            <w:r w:rsidRPr="00137110">
              <w:rPr>
                <w:color w:val="000000" w:themeColor="text1"/>
              </w:rPr>
              <w:t>X</w:t>
            </w:r>
            <w:r w:rsidR="00AF0F02" w:rsidRPr="00137110">
              <w:rPr>
                <w:color w:val="000000" w:themeColor="text1"/>
              </w:rPr>
              <w:t>-a</w:t>
            </w:r>
          </w:p>
        </w:tc>
        <w:tc>
          <w:tcPr>
            <w:tcW w:w="609" w:type="dxa"/>
            <w:hideMark/>
          </w:tcPr>
          <w:p w14:paraId="5C7C4470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22</w:t>
            </w:r>
          </w:p>
        </w:tc>
      </w:tr>
      <w:tr w:rsidR="00137110" w:rsidRPr="00137110" w14:paraId="213FF979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728E0C86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4E835D66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20A3017A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287C5C9F" w14:textId="0AA11498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 xml:space="preserve">Stagiu de pregătire practică – Curriculum în dezvoltare locală </w:t>
            </w:r>
            <w:r w:rsidR="00AF0F02" w:rsidRPr="00137110">
              <w:rPr>
                <w:color w:val="000000" w:themeColor="text1"/>
              </w:rPr>
              <w:t>–</w:t>
            </w:r>
            <w:r w:rsidRPr="00137110">
              <w:rPr>
                <w:color w:val="000000" w:themeColor="text1"/>
              </w:rPr>
              <w:t xml:space="preserve"> </w:t>
            </w:r>
            <w:r w:rsidR="00AF0F02" w:rsidRPr="00137110">
              <w:rPr>
                <w:color w:val="000000" w:themeColor="text1"/>
              </w:rPr>
              <w:t xml:space="preserve">clasa a </w:t>
            </w:r>
            <w:r w:rsidRPr="00137110">
              <w:rPr>
                <w:color w:val="000000" w:themeColor="text1"/>
              </w:rPr>
              <w:t>XI</w:t>
            </w:r>
            <w:r w:rsidR="00AF0F02" w:rsidRPr="00137110">
              <w:rPr>
                <w:color w:val="000000" w:themeColor="text1"/>
              </w:rPr>
              <w:t>-a</w:t>
            </w:r>
          </w:p>
        </w:tc>
        <w:tc>
          <w:tcPr>
            <w:tcW w:w="609" w:type="dxa"/>
            <w:hideMark/>
          </w:tcPr>
          <w:p w14:paraId="45F9F530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23</w:t>
            </w:r>
          </w:p>
        </w:tc>
      </w:tr>
      <w:tr w:rsidR="00137110" w:rsidRPr="00137110" w14:paraId="3C988469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2E5251ED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271DC911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3CB74E18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5F3BBC0B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Tăbăcirea și vopsirea pielii și a blănurilor</w:t>
            </w:r>
          </w:p>
        </w:tc>
        <w:tc>
          <w:tcPr>
            <w:tcW w:w="609" w:type="dxa"/>
            <w:hideMark/>
          </w:tcPr>
          <w:p w14:paraId="11A9DD39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24</w:t>
            </w:r>
          </w:p>
        </w:tc>
      </w:tr>
      <w:tr w:rsidR="00137110" w:rsidRPr="00137110" w14:paraId="69F9A61E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421C8C88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5C4815D2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547A0004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675F746A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Tălpuirea încălțămintei</w:t>
            </w:r>
          </w:p>
        </w:tc>
        <w:tc>
          <w:tcPr>
            <w:tcW w:w="609" w:type="dxa"/>
            <w:hideMark/>
          </w:tcPr>
          <w:p w14:paraId="5401F3FA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25</w:t>
            </w:r>
          </w:p>
        </w:tc>
      </w:tr>
      <w:tr w:rsidR="00254DA1" w:rsidRPr="00137110" w14:paraId="11DE0590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2966C71C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6F13A76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4F5CB109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32007CE3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Tipare pentru încălțămintea la comandă</w:t>
            </w:r>
          </w:p>
        </w:tc>
        <w:tc>
          <w:tcPr>
            <w:tcW w:w="609" w:type="dxa"/>
            <w:hideMark/>
          </w:tcPr>
          <w:p w14:paraId="57C3E967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26</w:t>
            </w:r>
          </w:p>
        </w:tc>
      </w:tr>
    </w:tbl>
    <w:p w14:paraId="7A44071E" w14:textId="77777777" w:rsidR="00A55649" w:rsidRPr="00137110" w:rsidRDefault="00A55649" w:rsidP="00CD3AE6">
      <w:pPr>
        <w:rPr>
          <w:color w:val="000000" w:themeColor="text1"/>
        </w:rPr>
      </w:pPr>
    </w:p>
    <w:p w14:paraId="7C8F4588" w14:textId="77777777" w:rsidR="00A55649" w:rsidRPr="00137110" w:rsidRDefault="00A55649" w:rsidP="00CD3AE6">
      <w:pPr>
        <w:rPr>
          <w:color w:val="000000" w:themeColor="text1"/>
        </w:rPr>
      </w:pPr>
      <w:r w:rsidRPr="00137110">
        <w:rPr>
          <w:color w:val="000000" w:themeColor="text1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6"/>
        <w:gridCol w:w="1347"/>
        <w:gridCol w:w="1878"/>
        <w:gridCol w:w="3732"/>
        <w:gridCol w:w="609"/>
      </w:tblGrid>
      <w:tr w:rsidR="00137110" w:rsidRPr="00137110" w14:paraId="22945CBB" w14:textId="77777777" w:rsidTr="00CD3AE6">
        <w:trPr>
          <w:trHeight w:val="20"/>
          <w:tblHeader/>
        </w:trPr>
        <w:tc>
          <w:tcPr>
            <w:tcW w:w="1496" w:type="dxa"/>
            <w:shd w:val="clear" w:color="auto" w:fill="EDEDED" w:themeFill="accent3" w:themeFillTint="33"/>
            <w:vAlign w:val="center"/>
            <w:hideMark/>
          </w:tcPr>
          <w:p w14:paraId="0D88236E" w14:textId="1ED2157E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Nivel</w:t>
            </w:r>
          </w:p>
        </w:tc>
        <w:tc>
          <w:tcPr>
            <w:tcW w:w="1347" w:type="dxa"/>
            <w:shd w:val="clear" w:color="auto" w:fill="EDEDED" w:themeFill="accent3" w:themeFillTint="33"/>
            <w:vAlign w:val="center"/>
            <w:hideMark/>
          </w:tcPr>
          <w:p w14:paraId="3AC3FCB1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Domeniul</w:t>
            </w:r>
          </w:p>
        </w:tc>
        <w:tc>
          <w:tcPr>
            <w:tcW w:w="1878" w:type="dxa"/>
            <w:shd w:val="clear" w:color="auto" w:fill="EDEDED" w:themeFill="accent3" w:themeFillTint="33"/>
            <w:vAlign w:val="center"/>
            <w:hideMark/>
          </w:tcPr>
          <w:p w14:paraId="0BC1E1F4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3732" w:type="dxa"/>
            <w:shd w:val="clear" w:color="auto" w:fill="EDEDED" w:themeFill="accent3" w:themeFillTint="33"/>
            <w:vAlign w:val="center"/>
            <w:hideMark/>
          </w:tcPr>
          <w:p w14:paraId="28060457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609" w:type="dxa"/>
            <w:vMerge w:val="restart"/>
            <w:shd w:val="clear" w:color="auto" w:fill="EDEDED" w:themeFill="accent3" w:themeFillTint="33"/>
            <w:vAlign w:val="center"/>
            <w:hideMark/>
          </w:tcPr>
          <w:p w14:paraId="09E14803" w14:textId="77777777" w:rsidR="00514A62" w:rsidRPr="00137110" w:rsidRDefault="00514A62" w:rsidP="00AF0F02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Nr. crt.</w:t>
            </w:r>
          </w:p>
        </w:tc>
      </w:tr>
      <w:tr w:rsidR="00137110" w:rsidRPr="00137110" w14:paraId="47CB6199" w14:textId="77777777" w:rsidTr="00CD3AE6">
        <w:trPr>
          <w:trHeight w:val="20"/>
          <w:tblHeader/>
        </w:trPr>
        <w:tc>
          <w:tcPr>
            <w:tcW w:w="1496" w:type="dxa"/>
            <w:shd w:val="clear" w:color="auto" w:fill="EDEDED" w:themeFill="accent3" w:themeFillTint="33"/>
            <w:vAlign w:val="center"/>
            <w:hideMark/>
          </w:tcPr>
          <w:p w14:paraId="30B629E8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Stagii de pregătire practică</w:t>
            </w:r>
          </w:p>
        </w:tc>
        <w:tc>
          <w:tcPr>
            <w:tcW w:w="1347" w:type="dxa"/>
            <w:shd w:val="clear" w:color="auto" w:fill="EDEDED" w:themeFill="accent3" w:themeFillTint="33"/>
            <w:vAlign w:val="center"/>
            <w:hideMark/>
          </w:tcPr>
          <w:p w14:paraId="5772770E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5. Industrie textilă și pielărie</w:t>
            </w:r>
          </w:p>
        </w:tc>
        <w:tc>
          <w:tcPr>
            <w:tcW w:w="1878" w:type="dxa"/>
            <w:shd w:val="clear" w:color="auto" w:fill="EDEDED" w:themeFill="accent3" w:themeFillTint="33"/>
            <w:vAlign w:val="center"/>
            <w:hideMark/>
          </w:tcPr>
          <w:p w14:paraId="5D4E42C1" w14:textId="77777777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5.3. Pielărie/Confecții piele</w:t>
            </w:r>
          </w:p>
        </w:tc>
        <w:tc>
          <w:tcPr>
            <w:tcW w:w="3732" w:type="dxa"/>
            <w:shd w:val="clear" w:color="auto" w:fill="EDEDED" w:themeFill="accent3" w:themeFillTint="33"/>
            <w:vAlign w:val="center"/>
            <w:hideMark/>
          </w:tcPr>
          <w:p w14:paraId="1E63CAD2" w14:textId="6CFBB1F8" w:rsidR="00514A62" w:rsidRPr="00137110" w:rsidRDefault="00514A62" w:rsidP="00CD3AE6">
            <w:pPr>
              <w:jc w:val="center"/>
              <w:rPr>
                <w:b/>
                <w:color w:val="000000" w:themeColor="text1"/>
              </w:rPr>
            </w:pPr>
            <w:r w:rsidRPr="00137110">
              <w:rPr>
                <w:b/>
                <w:color w:val="000000" w:themeColor="text1"/>
              </w:rPr>
              <w:t>ANEXA 5.3</w:t>
            </w:r>
          </w:p>
        </w:tc>
        <w:tc>
          <w:tcPr>
            <w:tcW w:w="609" w:type="dxa"/>
            <w:vMerge/>
            <w:shd w:val="clear" w:color="auto" w:fill="EDEDED" w:themeFill="accent3" w:themeFillTint="33"/>
            <w:vAlign w:val="center"/>
            <w:hideMark/>
          </w:tcPr>
          <w:p w14:paraId="7568928F" w14:textId="1F6B6C8B" w:rsidR="00514A62" w:rsidRPr="00137110" w:rsidRDefault="00514A62" w:rsidP="00AF0F02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137110" w:rsidRPr="00137110" w14:paraId="59FB0B60" w14:textId="77777777" w:rsidTr="00CD3AE6">
        <w:trPr>
          <w:trHeight w:val="20"/>
        </w:trPr>
        <w:tc>
          <w:tcPr>
            <w:tcW w:w="1496" w:type="dxa"/>
            <w:vMerge w:val="restart"/>
            <w:hideMark/>
          </w:tcPr>
          <w:p w14:paraId="606C08EA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1347" w:type="dxa"/>
            <w:vMerge w:val="restart"/>
            <w:hideMark/>
          </w:tcPr>
          <w:p w14:paraId="2B9EED26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1878" w:type="dxa"/>
            <w:vMerge w:val="restart"/>
            <w:hideMark/>
          </w:tcPr>
          <w:p w14:paraId="0AFC931D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 </w:t>
            </w:r>
          </w:p>
        </w:tc>
        <w:tc>
          <w:tcPr>
            <w:tcW w:w="3732" w:type="dxa"/>
            <w:hideMark/>
          </w:tcPr>
          <w:p w14:paraId="16A47DE1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Asamblarea și finisarea articolelor de marochinărie</w:t>
            </w:r>
          </w:p>
        </w:tc>
        <w:tc>
          <w:tcPr>
            <w:tcW w:w="609" w:type="dxa"/>
            <w:hideMark/>
          </w:tcPr>
          <w:p w14:paraId="3F7DD903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</w:t>
            </w:r>
          </w:p>
        </w:tc>
      </w:tr>
      <w:tr w:rsidR="00137110" w:rsidRPr="00137110" w14:paraId="122ACA00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0EF04010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31D665A7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09068838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5AA489EF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Confecționarea ansamblului superior</w:t>
            </w:r>
          </w:p>
        </w:tc>
        <w:tc>
          <w:tcPr>
            <w:tcW w:w="609" w:type="dxa"/>
            <w:hideMark/>
          </w:tcPr>
          <w:p w14:paraId="754C7B80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2</w:t>
            </w:r>
          </w:p>
        </w:tc>
      </w:tr>
      <w:tr w:rsidR="00137110" w:rsidRPr="00137110" w14:paraId="72578633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0E941614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21FB9F5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762DCAC9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55C9789B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Confecționarea ansamblului superior pentru încălțămintea la comandă</w:t>
            </w:r>
          </w:p>
        </w:tc>
        <w:tc>
          <w:tcPr>
            <w:tcW w:w="609" w:type="dxa"/>
            <w:hideMark/>
          </w:tcPr>
          <w:p w14:paraId="2D24A841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3</w:t>
            </w:r>
          </w:p>
        </w:tc>
      </w:tr>
      <w:tr w:rsidR="00137110" w:rsidRPr="00137110" w14:paraId="4F83BE0A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22C44266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5E33FDDF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0B9F4468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78100EF0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Confecționarea produselor de îmbrăcăminte din piele și înlocuitori</w:t>
            </w:r>
          </w:p>
        </w:tc>
        <w:tc>
          <w:tcPr>
            <w:tcW w:w="609" w:type="dxa"/>
            <w:hideMark/>
          </w:tcPr>
          <w:p w14:paraId="1B1A0021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4</w:t>
            </w:r>
          </w:p>
        </w:tc>
      </w:tr>
      <w:tr w:rsidR="00137110" w:rsidRPr="00137110" w14:paraId="638AF366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0C1E6D7D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065AFE73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6BE0316E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12D536E2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Croirea materialelor</w:t>
            </w:r>
          </w:p>
        </w:tc>
        <w:tc>
          <w:tcPr>
            <w:tcW w:w="609" w:type="dxa"/>
            <w:hideMark/>
          </w:tcPr>
          <w:p w14:paraId="18A74190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5</w:t>
            </w:r>
          </w:p>
        </w:tc>
      </w:tr>
      <w:tr w:rsidR="00137110" w:rsidRPr="00137110" w14:paraId="5407DE17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64A871D6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2D23FA28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58409B15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418A6A91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Croirea reperelor produselor de îmbrăcăminte</w:t>
            </w:r>
          </w:p>
        </w:tc>
        <w:tc>
          <w:tcPr>
            <w:tcW w:w="609" w:type="dxa"/>
            <w:hideMark/>
          </w:tcPr>
          <w:p w14:paraId="762712C4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6</w:t>
            </w:r>
          </w:p>
        </w:tc>
      </w:tr>
      <w:tr w:rsidR="00137110" w:rsidRPr="00137110" w14:paraId="5807FC14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4CDFFFF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486C220A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7762BC03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21D3ABE3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Finisarea pieilor și a blănurilor</w:t>
            </w:r>
          </w:p>
        </w:tc>
        <w:tc>
          <w:tcPr>
            <w:tcW w:w="609" w:type="dxa"/>
            <w:hideMark/>
          </w:tcPr>
          <w:p w14:paraId="5075F36A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7</w:t>
            </w:r>
          </w:p>
        </w:tc>
      </w:tr>
      <w:tr w:rsidR="00137110" w:rsidRPr="00137110" w14:paraId="4DB99CB2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455E6B8C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5250C35C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7F6370AB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24E63E91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Finisarea produselor de îmbrăcăminte</w:t>
            </w:r>
          </w:p>
        </w:tc>
        <w:tc>
          <w:tcPr>
            <w:tcW w:w="609" w:type="dxa"/>
            <w:hideMark/>
          </w:tcPr>
          <w:p w14:paraId="2FFB10A0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8</w:t>
            </w:r>
          </w:p>
        </w:tc>
      </w:tr>
      <w:tr w:rsidR="00137110" w:rsidRPr="00137110" w14:paraId="78A2EC62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64BD38F2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4A3E856A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5B9103C1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6549F18E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Finisarea produsului de încălțăminte</w:t>
            </w:r>
          </w:p>
        </w:tc>
        <w:tc>
          <w:tcPr>
            <w:tcW w:w="609" w:type="dxa"/>
            <w:hideMark/>
          </w:tcPr>
          <w:p w14:paraId="60C4CABF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9</w:t>
            </w:r>
          </w:p>
        </w:tc>
      </w:tr>
      <w:tr w:rsidR="00137110" w:rsidRPr="00137110" w14:paraId="032C4BA7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1D535421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20CF3874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48B57209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73E4B070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Formarea spațială</w:t>
            </w:r>
          </w:p>
        </w:tc>
        <w:tc>
          <w:tcPr>
            <w:tcW w:w="609" w:type="dxa"/>
            <w:hideMark/>
          </w:tcPr>
          <w:p w14:paraId="2751AB7B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10</w:t>
            </w:r>
          </w:p>
        </w:tc>
      </w:tr>
      <w:tr w:rsidR="00137110" w:rsidRPr="00137110" w14:paraId="3A40F920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555F0176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38C7E3C3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67797CCA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3AB54021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Obținerea produsului finit</w:t>
            </w:r>
          </w:p>
        </w:tc>
        <w:tc>
          <w:tcPr>
            <w:tcW w:w="609" w:type="dxa"/>
            <w:hideMark/>
          </w:tcPr>
          <w:p w14:paraId="5669F74C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11</w:t>
            </w:r>
          </w:p>
        </w:tc>
      </w:tr>
      <w:tr w:rsidR="00137110" w:rsidRPr="00137110" w14:paraId="31827CDE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69A20448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078B3F30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0403BFAD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1EDCFBE8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Pregătirea pielii în vederea tăbăcirii</w:t>
            </w:r>
          </w:p>
        </w:tc>
        <w:tc>
          <w:tcPr>
            <w:tcW w:w="609" w:type="dxa"/>
            <w:hideMark/>
          </w:tcPr>
          <w:p w14:paraId="1EB8C5A1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12</w:t>
            </w:r>
          </w:p>
        </w:tc>
      </w:tr>
      <w:tr w:rsidR="00137110" w:rsidRPr="00137110" w14:paraId="1AC605A4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75FD2025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0AC720EF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14471D1C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07347C10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Prelucrarea pieselor</w:t>
            </w:r>
          </w:p>
        </w:tc>
        <w:tc>
          <w:tcPr>
            <w:tcW w:w="609" w:type="dxa"/>
            <w:hideMark/>
          </w:tcPr>
          <w:p w14:paraId="038830D5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13</w:t>
            </w:r>
          </w:p>
        </w:tc>
      </w:tr>
      <w:tr w:rsidR="00137110" w:rsidRPr="00137110" w14:paraId="3C518286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39D32923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74DE0545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047D14F1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4D99122E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Repararea încălțămintei</w:t>
            </w:r>
          </w:p>
        </w:tc>
        <w:tc>
          <w:tcPr>
            <w:tcW w:w="609" w:type="dxa"/>
            <w:hideMark/>
          </w:tcPr>
          <w:p w14:paraId="045B4422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14</w:t>
            </w:r>
          </w:p>
        </w:tc>
      </w:tr>
      <w:tr w:rsidR="00137110" w:rsidRPr="00137110" w14:paraId="6FB6A961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1E093509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62445264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7219A20A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5C6A400F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Tăbăcirea și vopsirea pielii și a blănurilor</w:t>
            </w:r>
          </w:p>
        </w:tc>
        <w:tc>
          <w:tcPr>
            <w:tcW w:w="609" w:type="dxa"/>
            <w:hideMark/>
          </w:tcPr>
          <w:p w14:paraId="732864F9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15</w:t>
            </w:r>
          </w:p>
        </w:tc>
      </w:tr>
      <w:tr w:rsidR="00137110" w:rsidRPr="00137110" w14:paraId="13C813AA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4D8CD111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2E3D697F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0504EB55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28C4C637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Tălpuirea încălțămintei</w:t>
            </w:r>
          </w:p>
        </w:tc>
        <w:tc>
          <w:tcPr>
            <w:tcW w:w="609" w:type="dxa"/>
            <w:hideMark/>
          </w:tcPr>
          <w:p w14:paraId="1FF4F783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16</w:t>
            </w:r>
          </w:p>
        </w:tc>
      </w:tr>
      <w:tr w:rsidR="00254DA1" w:rsidRPr="00137110" w14:paraId="236FC186" w14:textId="77777777" w:rsidTr="00CD3AE6">
        <w:trPr>
          <w:trHeight w:val="20"/>
        </w:trPr>
        <w:tc>
          <w:tcPr>
            <w:tcW w:w="1496" w:type="dxa"/>
            <w:vMerge/>
            <w:hideMark/>
          </w:tcPr>
          <w:p w14:paraId="7DA727A3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Merge/>
            <w:hideMark/>
          </w:tcPr>
          <w:p w14:paraId="10A891FA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1878" w:type="dxa"/>
            <w:vMerge/>
            <w:hideMark/>
          </w:tcPr>
          <w:p w14:paraId="2DF4DDBE" w14:textId="77777777" w:rsidR="00254DA1" w:rsidRPr="00137110" w:rsidRDefault="00254DA1" w:rsidP="00CD3AE6">
            <w:pPr>
              <w:rPr>
                <w:color w:val="000000" w:themeColor="text1"/>
              </w:rPr>
            </w:pPr>
          </w:p>
        </w:tc>
        <w:tc>
          <w:tcPr>
            <w:tcW w:w="3732" w:type="dxa"/>
            <w:hideMark/>
          </w:tcPr>
          <w:p w14:paraId="25EB8529" w14:textId="77777777" w:rsidR="00254DA1" w:rsidRPr="00137110" w:rsidRDefault="00254DA1" w:rsidP="00CD3AE6">
            <w:pPr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Tipare pentru încălțămintea la comandă</w:t>
            </w:r>
          </w:p>
        </w:tc>
        <w:tc>
          <w:tcPr>
            <w:tcW w:w="609" w:type="dxa"/>
            <w:hideMark/>
          </w:tcPr>
          <w:p w14:paraId="57604624" w14:textId="77777777" w:rsidR="00254DA1" w:rsidRPr="00137110" w:rsidRDefault="00254DA1" w:rsidP="00AF0F02">
            <w:pPr>
              <w:jc w:val="center"/>
              <w:rPr>
                <w:color w:val="000000" w:themeColor="text1"/>
              </w:rPr>
            </w:pPr>
            <w:r w:rsidRPr="00137110">
              <w:rPr>
                <w:color w:val="000000" w:themeColor="text1"/>
              </w:rPr>
              <w:t>17</w:t>
            </w:r>
          </w:p>
        </w:tc>
      </w:tr>
    </w:tbl>
    <w:p w14:paraId="442E9F64" w14:textId="77777777" w:rsidR="001F3DB2" w:rsidRPr="00137110" w:rsidRDefault="001F3DB2" w:rsidP="00CD3AE6">
      <w:pPr>
        <w:rPr>
          <w:color w:val="000000" w:themeColor="text1"/>
        </w:rPr>
      </w:pPr>
    </w:p>
    <w:p w14:paraId="0913A995" w14:textId="77777777" w:rsidR="00FA5951" w:rsidRPr="00137110" w:rsidRDefault="00FA5951" w:rsidP="00CD3AE6">
      <w:pPr>
        <w:rPr>
          <w:color w:val="000000" w:themeColor="text1"/>
        </w:rPr>
      </w:pPr>
    </w:p>
    <w:p w14:paraId="441B9377" w14:textId="77777777" w:rsidR="00087795" w:rsidRPr="00137110" w:rsidRDefault="00087795" w:rsidP="00CD3AE6">
      <w:pPr>
        <w:rPr>
          <w:color w:val="000000" w:themeColor="text1"/>
        </w:rPr>
      </w:pPr>
    </w:p>
    <w:p w14:paraId="70F50CA0" w14:textId="77777777" w:rsidR="00087795" w:rsidRPr="00137110" w:rsidRDefault="00087795" w:rsidP="00CD3AE6">
      <w:pPr>
        <w:rPr>
          <w:color w:val="000000" w:themeColor="text1"/>
        </w:rPr>
      </w:pPr>
    </w:p>
    <w:p w14:paraId="03F25283" w14:textId="77777777" w:rsidR="00087795" w:rsidRPr="00137110" w:rsidRDefault="00087795" w:rsidP="00CD3AE6">
      <w:pPr>
        <w:rPr>
          <w:color w:val="000000" w:themeColor="text1"/>
        </w:rPr>
      </w:pPr>
    </w:p>
    <w:p w14:paraId="02540CCA" w14:textId="77777777" w:rsidR="00087795" w:rsidRPr="00137110" w:rsidRDefault="00087795" w:rsidP="00CD3AE6">
      <w:pPr>
        <w:rPr>
          <w:color w:val="000000" w:themeColor="text1"/>
        </w:rPr>
      </w:pPr>
    </w:p>
    <w:p w14:paraId="6D7B4067" w14:textId="77777777" w:rsidR="00087795" w:rsidRPr="00137110" w:rsidRDefault="00087795" w:rsidP="00CD3AE6">
      <w:pPr>
        <w:rPr>
          <w:color w:val="000000" w:themeColor="text1"/>
        </w:rPr>
      </w:pPr>
    </w:p>
    <w:p w14:paraId="2C6290E7" w14:textId="77777777" w:rsidR="00087795" w:rsidRPr="00137110" w:rsidRDefault="00087795" w:rsidP="00CD3AE6">
      <w:pPr>
        <w:rPr>
          <w:color w:val="000000" w:themeColor="text1"/>
        </w:rPr>
      </w:pPr>
    </w:p>
    <w:p w14:paraId="5C5DC475" w14:textId="77777777" w:rsidR="00087795" w:rsidRPr="00137110" w:rsidRDefault="00087795" w:rsidP="00CD3AE6">
      <w:pPr>
        <w:rPr>
          <w:color w:val="000000" w:themeColor="text1"/>
        </w:rPr>
      </w:pPr>
    </w:p>
    <w:p w14:paraId="1446B4D7" w14:textId="77777777" w:rsidR="00087795" w:rsidRPr="00137110" w:rsidRDefault="00087795" w:rsidP="00CD3AE6">
      <w:pPr>
        <w:rPr>
          <w:color w:val="000000" w:themeColor="text1"/>
        </w:rPr>
      </w:pPr>
    </w:p>
    <w:p w14:paraId="77946B00" w14:textId="77777777" w:rsidR="00087795" w:rsidRPr="00137110" w:rsidRDefault="00087795" w:rsidP="00CD3AE6">
      <w:pPr>
        <w:rPr>
          <w:color w:val="000000" w:themeColor="text1"/>
        </w:rPr>
      </w:pPr>
    </w:p>
    <w:p w14:paraId="13D9E978" w14:textId="77777777" w:rsidR="00087795" w:rsidRPr="00137110" w:rsidRDefault="00087795" w:rsidP="00CD3AE6">
      <w:pPr>
        <w:rPr>
          <w:color w:val="000000" w:themeColor="text1"/>
        </w:rPr>
      </w:pPr>
    </w:p>
    <w:p w14:paraId="29DE6DD9" w14:textId="77777777" w:rsidR="00087795" w:rsidRPr="00137110" w:rsidRDefault="00087795" w:rsidP="00CD3AE6">
      <w:pPr>
        <w:rPr>
          <w:color w:val="000000" w:themeColor="text1"/>
        </w:rPr>
      </w:pPr>
    </w:p>
    <w:p w14:paraId="5528DBB9" w14:textId="77777777" w:rsidR="00087795" w:rsidRPr="00137110" w:rsidRDefault="00087795" w:rsidP="00CD3AE6">
      <w:pPr>
        <w:rPr>
          <w:color w:val="000000" w:themeColor="text1"/>
        </w:rPr>
      </w:pPr>
    </w:p>
    <w:p w14:paraId="1B822366" w14:textId="77777777" w:rsidR="00087795" w:rsidRPr="00137110" w:rsidRDefault="00087795" w:rsidP="00CD3AE6">
      <w:pPr>
        <w:rPr>
          <w:color w:val="000000" w:themeColor="text1"/>
        </w:rPr>
      </w:pPr>
    </w:p>
    <w:p w14:paraId="6A94B5B3" w14:textId="77777777" w:rsidR="00087795" w:rsidRPr="00137110" w:rsidRDefault="00087795" w:rsidP="00CD3AE6">
      <w:pPr>
        <w:rPr>
          <w:color w:val="000000" w:themeColor="text1"/>
        </w:rPr>
      </w:pPr>
    </w:p>
    <w:p w14:paraId="660B9653" w14:textId="77777777" w:rsidR="00087795" w:rsidRPr="00137110" w:rsidRDefault="00087795" w:rsidP="00CD3AE6">
      <w:pPr>
        <w:rPr>
          <w:color w:val="000000" w:themeColor="text1"/>
        </w:rPr>
      </w:pPr>
    </w:p>
    <w:p w14:paraId="6592E97B" w14:textId="77777777" w:rsidR="00087795" w:rsidRPr="00137110" w:rsidRDefault="00087795" w:rsidP="00CD3AE6">
      <w:pPr>
        <w:rPr>
          <w:color w:val="000000" w:themeColor="text1"/>
        </w:rPr>
      </w:pPr>
    </w:p>
    <w:p w14:paraId="50141323" w14:textId="77777777" w:rsidR="00087795" w:rsidRPr="00137110" w:rsidRDefault="00087795" w:rsidP="00CD3AE6">
      <w:pPr>
        <w:rPr>
          <w:color w:val="000000" w:themeColor="text1"/>
        </w:rPr>
      </w:pPr>
    </w:p>
    <w:p w14:paraId="2D2EFE6E" w14:textId="77777777" w:rsidR="00087795" w:rsidRPr="00137110" w:rsidRDefault="00087795" w:rsidP="00CD3AE6">
      <w:pPr>
        <w:rPr>
          <w:color w:val="000000" w:themeColor="text1"/>
        </w:rPr>
      </w:pPr>
      <w:bookmarkStart w:id="0" w:name="_GoBack"/>
      <w:bookmarkEnd w:id="0"/>
    </w:p>
    <w:sectPr w:rsidR="00087795" w:rsidRPr="00137110" w:rsidSect="00F20225">
      <w:footerReference w:type="default" r:id="rId7"/>
      <w:pgSz w:w="11906" w:h="16838"/>
      <w:pgMar w:top="1417" w:right="1417" w:bottom="1417" w:left="1417" w:header="708" w:footer="708" w:gutter="0"/>
      <w:pgNumType w:start="1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1E9D20" w14:textId="77777777" w:rsidR="00DD1EC3" w:rsidRDefault="00DD1EC3" w:rsidP="0088490E">
      <w:r>
        <w:separator/>
      </w:r>
    </w:p>
  </w:endnote>
  <w:endnote w:type="continuationSeparator" w:id="0">
    <w:p w14:paraId="04E16079" w14:textId="77777777" w:rsidR="00DD1EC3" w:rsidRDefault="00DD1EC3" w:rsidP="00884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6133593"/>
      <w:docPartObj>
        <w:docPartGallery w:val="Page Numbers (Bottom of Page)"/>
        <w:docPartUnique/>
      </w:docPartObj>
    </w:sdtPr>
    <w:sdtEndPr/>
    <w:sdtContent>
      <w:p w14:paraId="16ABE783" w14:textId="5143259B" w:rsidR="00194784" w:rsidRDefault="0019478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EC3">
          <w:rPr>
            <w:noProof/>
          </w:rPr>
          <w:t>127</w:t>
        </w:r>
        <w:r>
          <w:fldChar w:fldCharType="end"/>
        </w:r>
      </w:p>
    </w:sdtContent>
  </w:sdt>
  <w:p w14:paraId="0241FE97" w14:textId="77777777" w:rsidR="00194784" w:rsidRDefault="001947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B4C9B5" w14:textId="77777777" w:rsidR="00DD1EC3" w:rsidRDefault="00DD1EC3" w:rsidP="0088490E">
      <w:r>
        <w:separator/>
      </w:r>
    </w:p>
  </w:footnote>
  <w:footnote w:type="continuationSeparator" w:id="0">
    <w:p w14:paraId="7CA86DE4" w14:textId="77777777" w:rsidR="00DD1EC3" w:rsidRDefault="00DD1EC3" w:rsidP="008849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97E"/>
    <w:rsid w:val="000211D2"/>
    <w:rsid w:val="00087795"/>
    <w:rsid w:val="000D5D51"/>
    <w:rsid w:val="000F7A82"/>
    <w:rsid w:val="001174A6"/>
    <w:rsid w:val="001205ED"/>
    <w:rsid w:val="00137110"/>
    <w:rsid w:val="00194784"/>
    <w:rsid w:val="001C6888"/>
    <w:rsid w:val="001E1F28"/>
    <w:rsid w:val="001E471E"/>
    <w:rsid w:val="001F3DB2"/>
    <w:rsid w:val="00214178"/>
    <w:rsid w:val="00244AEA"/>
    <w:rsid w:val="00254DA1"/>
    <w:rsid w:val="002E448D"/>
    <w:rsid w:val="002E65D8"/>
    <w:rsid w:val="0033077D"/>
    <w:rsid w:val="00331286"/>
    <w:rsid w:val="003E62F9"/>
    <w:rsid w:val="004105D8"/>
    <w:rsid w:val="00413738"/>
    <w:rsid w:val="0047607E"/>
    <w:rsid w:val="00496C54"/>
    <w:rsid w:val="004F06D6"/>
    <w:rsid w:val="00514A62"/>
    <w:rsid w:val="0056271F"/>
    <w:rsid w:val="005D20A3"/>
    <w:rsid w:val="00611627"/>
    <w:rsid w:val="006248BC"/>
    <w:rsid w:val="00662984"/>
    <w:rsid w:val="006674D4"/>
    <w:rsid w:val="006906BE"/>
    <w:rsid w:val="006916F6"/>
    <w:rsid w:val="0070191D"/>
    <w:rsid w:val="00790F6F"/>
    <w:rsid w:val="007D7998"/>
    <w:rsid w:val="007F0D4B"/>
    <w:rsid w:val="007F5CD2"/>
    <w:rsid w:val="00840FF0"/>
    <w:rsid w:val="0088490E"/>
    <w:rsid w:val="008E420B"/>
    <w:rsid w:val="008E7F5B"/>
    <w:rsid w:val="0096024F"/>
    <w:rsid w:val="00996F83"/>
    <w:rsid w:val="009A6DAB"/>
    <w:rsid w:val="009F17AE"/>
    <w:rsid w:val="00A1357E"/>
    <w:rsid w:val="00A4297E"/>
    <w:rsid w:val="00A55649"/>
    <w:rsid w:val="00AB1886"/>
    <w:rsid w:val="00AC0187"/>
    <w:rsid w:val="00AF0F02"/>
    <w:rsid w:val="00B5629C"/>
    <w:rsid w:val="00B93342"/>
    <w:rsid w:val="00C76909"/>
    <w:rsid w:val="00C77331"/>
    <w:rsid w:val="00CD3AE6"/>
    <w:rsid w:val="00CE017F"/>
    <w:rsid w:val="00D1237C"/>
    <w:rsid w:val="00D74816"/>
    <w:rsid w:val="00D95D3A"/>
    <w:rsid w:val="00DA28CD"/>
    <w:rsid w:val="00DC1FB4"/>
    <w:rsid w:val="00DD1EC3"/>
    <w:rsid w:val="00DD3D2A"/>
    <w:rsid w:val="00E16385"/>
    <w:rsid w:val="00E433DC"/>
    <w:rsid w:val="00E47D99"/>
    <w:rsid w:val="00E7546D"/>
    <w:rsid w:val="00F20225"/>
    <w:rsid w:val="00F20750"/>
    <w:rsid w:val="00F5073B"/>
    <w:rsid w:val="00F52D39"/>
    <w:rsid w:val="00F86EDE"/>
    <w:rsid w:val="00FA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5623F"/>
  <w15:chartTrackingRefBased/>
  <w15:docId w15:val="{7CCEEBEB-3CE2-46D5-A3E6-39D0148C0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9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490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90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8490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490E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254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8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B13E6D23-48A9-4D0B-8971-5F20C478A70E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132</TotalTime>
  <Pages>9</Pages>
  <Words>1534</Words>
  <Characters>8898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Alexandru</dc:creator>
  <cp:keywords/>
  <dc:description/>
  <cp:lastModifiedBy>Barbulescu Adrian</cp:lastModifiedBy>
  <cp:revision>66</cp:revision>
  <dcterms:created xsi:type="dcterms:W3CDTF">2018-11-14T18:00:00Z</dcterms:created>
  <dcterms:modified xsi:type="dcterms:W3CDTF">2020-02-17T17:31:00Z</dcterms:modified>
</cp:coreProperties>
</file>